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7564FBC" w:rsidR="00535E9B" w:rsidRDefault="00973D8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>
        <w:rPr>
          <w:rFonts w:ascii="Verdana" w:eastAsia="Verdana" w:hAnsi="Verdana" w:cs="Times New Roman"/>
          <w:b/>
        </w:rPr>
        <w:t>ZAŁĄCZNIK NR 4</w:t>
      </w:r>
      <w:r w:rsidR="00B67D39" w:rsidRPr="00B67D39">
        <w:rPr>
          <w:rFonts w:ascii="Verdana" w:eastAsia="Verdana" w:hAnsi="Verdana" w:cs="Times New Roman"/>
          <w:b/>
        </w:rPr>
        <w:t xml:space="preserve"> DO SWZ -  FORMULARZ OFERTY  </w:t>
      </w:r>
    </w:p>
    <w:p w14:paraId="40B95D0E" w14:textId="6450A37A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049C5D5C" w14:textId="77777777" w:rsidR="009A129D" w:rsidRPr="00535E9B" w:rsidRDefault="009A129D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3823"/>
        <w:gridCol w:w="1984"/>
        <w:gridCol w:w="4111"/>
      </w:tblGrid>
      <w:tr w:rsidR="00B67D39" w:rsidRPr="006B56FD" w14:paraId="7AAC9FB8" w14:textId="77777777" w:rsidTr="00526926">
        <w:trPr>
          <w:trHeight w:val="1820"/>
        </w:trPr>
        <w:tc>
          <w:tcPr>
            <w:tcW w:w="3823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5522F265" w14:textId="63E5F9ED" w:rsidR="00B67D39" w:rsidRDefault="00B67D39" w:rsidP="002D3974">
            <w:pPr>
              <w:ind w:right="28"/>
              <w:rPr>
                <w:rFonts w:asciiTheme="minorHAnsi" w:hAnsiTheme="minorHAnsi" w:cstheme="minorHAnsi"/>
              </w:rPr>
            </w:pPr>
          </w:p>
          <w:p w14:paraId="08B1EDC4" w14:textId="1F6FDA27" w:rsidR="002D3974" w:rsidRDefault="002D3974" w:rsidP="002D3974">
            <w:pPr>
              <w:ind w:right="28"/>
              <w:rPr>
                <w:rFonts w:asciiTheme="minorHAnsi" w:hAnsiTheme="minorHAnsi" w:cstheme="minorHAnsi"/>
              </w:rPr>
            </w:pPr>
          </w:p>
          <w:p w14:paraId="2110CB6F" w14:textId="77777777" w:rsidR="002D3974" w:rsidRPr="006B56FD" w:rsidRDefault="002D3974" w:rsidP="002D3974">
            <w:pPr>
              <w:ind w:right="28"/>
              <w:rPr>
                <w:rFonts w:asciiTheme="minorHAnsi" w:hAnsiTheme="minorHAnsi" w:cstheme="minorHAnsi"/>
              </w:rPr>
            </w:pPr>
          </w:p>
          <w:p w14:paraId="38B9F7FD" w14:textId="77777777" w:rsidR="00B67D39" w:rsidRPr="006B56FD" w:rsidRDefault="00B67D39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3C28443C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6FCE7455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5E51C61B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3F4CA6ED" w14:textId="6FA6447F" w:rsidR="00B67D39" w:rsidRPr="00222DED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796595F2" w:rsidR="00381365" w:rsidRPr="00B67D39" w:rsidRDefault="00B67D39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OFERTA</w:t>
      </w:r>
      <w:r w:rsidR="006B059A">
        <w:rPr>
          <w:rFonts w:cstheme="minorHAnsi"/>
          <w:b/>
          <w:szCs w:val="18"/>
        </w:rPr>
        <w:t xml:space="preserve">      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28DC2734" w14:textId="621973C7" w:rsidR="00381365" w:rsidRPr="00B67D39" w:rsidRDefault="00B67D39" w:rsidP="00381365">
      <w:pPr>
        <w:spacing w:after="120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 xml:space="preserve">Dotyczy postępowania zakupowego nr </w:t>
      </w:r>
      <w:r w:rsidR="00222DED">
        <w:rPr>
          <w:rFonts w:cstheme="minorHAnsi"/>
          <w:szCs w:val="18"/>
          <w:lang w:eastAsia="pl-PL"/>
        </w:rPr>
        <w:fldChar w:fldCharType="begin"/>
      </w:r>
      <w:r w:rsidR="00222DED">
        <w:rPr>
          <w:rFonts w:cstheme="minorHAnsi"/>
          <w:szCs w:val="18"/>
          <w:lang w:eastAsia="pl-PL"/>
        </w:rPr>
        <w:instrText xml:space="preserve"> MERGEFIELD nr_postepowania </w:instrText>
      </w:r>
      <w:r w:rsidR="00222DED">
        <w:rPr>
          <w:rFonts w:cstheme="minorHAnsi"/>
          <w:szCs w:val="18"/>
          <w:lang w:eastAsia="pl-PL"/>
        </w:rPr>
        <w:fldChar w:fldCharType="separate"/>
      </w:r>
      <w:r w:rsidR="008369E5" w:rsidRPr="00B7627D">
        <w:rPr>
          <w:rFonts w:cstheme="minorHAnsi"/>
          <w:noProof/>
          <w:szCs w:val="18"/>
          <w:lang w:eastAsia="pl-PL"/>
        </w:rPr>
        <w:t>POST/DYS/OW/GZ/04232/2025</w:t>
      </w:r>
      <w:r w:rsidR="00222DED">
        <w:rPr>
          <w:rFonts w:cstheme="minorHAnsi"/>
          <w:szCs w:val="18"/>
          <w:lang w:eastAsia="pl-PL"/>
        </w:rPr>
        <w:fldChar w:fldCharType="end"/>
      </w:r>
      <w:r w:rsidRPr="00B67D39">
        <w:rPr>
          <w:rFonts w:cstheme="minorHAnsi"/>
          <w:szCs w:val="18"/>
          <w:lang w:eastAsia="pl-PL"/>
        </w:rPr>
        <w:t xml:space="preserve"> prowadzonego w trybie przetargu nieograniczonego pn.  </w:t>
      </w:r>
      <w:r w:rsidR="00222DED">
        <w:rPr>
          <w:rFonts w:cstheme="minorHAnsi"/>
          <w:szCs w:val="18"/>
          <w:lang w:eastAsia="pl-PL"/>
        </w:rPr>
        <w:fldChar w:fldCharType="begin"/>
      </w:r>
      <w:r w:rsidR="00222DED">
        <w:rPr>
          <w:rFonts w:cstheme="minorHAnsi"/>
          <w:szCs w:val="18"/>
          <w:lang w:eastAsia="pl-PL"/>
        </w:rPr>
        <w:instrText xml:space="preserve"> MERGEFIELD nazwa_post </w:instrText>
      </w:r>
      <w:r w:rsidR="00222DED">
        <w:rPr>
          <w:rFonts w:cstheme="minorHAnsi"/>
          <w:szCs w:val="18"/>
          <w:lang w:eastAsia="pl-PL"/>
        </w:rPr>
        <w:fldChar w:fldCharType="separate"/>
      </w:r>
      <w:r w:rsidR="008369E5" w:rsidRPr="00B7627D">
        <w:rPr>
          <w:rFonts w:cstheme="minorHAnsi"/>
          <w:noProof/>
          <w:szCs w:val="18"/>
          <w:lang w:eastAsia="pl-PL"/>
        </w:rPr>
        <w:t>Sukcesywne wykonywanie dokumentacji projektowej oraz roboty budowlane w zakresie budowy kablowych przyłączy elektroenergetycznych dla celów przyłączania nowych odbiorców na terenie PGE Dystrybucja S.A. Oddział Warszawa RE Jeziorna obszar R6: Miasto i Gmina Konstancin Jeziorna</w:t>
      </w:r>
      <w:r w:rsidR="00222DED">
        <w:rPr>
          <w:rFonts w:cstheme="minorHAnsi"/>
          <w:szCs w:val="18"/>
          <w:lang w:eastAsia="pl-PL"/>
        </w:rPr>
        <w:fldChar w:fldCharType="end"/>
      </w:r>
      <w:r w:rsidR="002D3974">
        <w:rPr>
          <w:rFonts w:cstheme="minorHAnsi"/>
          <w:szCs w:val="18"/>
          <w:lang w:eastAsia="pl-PL"/>
        </w:rPr>
        <w:t>.</w:t>
      </w:r>
    </w:p>
    <w:p w14:paraId="45E0F981" w14:textId="6E61EBC2" w:rsidR="00A62B4C" w:rsidRPr="00B67D39" w:rsidRDefault="00A62B4C" w:rsidP="00A62B4C">
      <w:pPr>
        <w:rPr>
          <w:rFonts w:eastAsia="Verdana" w:cs="Times New Roman"/>
          <w:szCs w:val="18"/>
        </w:rPr>
      </w:pPr>
    </w:p>
    <w:p w14:paraId="323FFB31" w14:textId="77777777" w:rsidR="00B67D39" w:rsidRPr="00B67D39" w:rsidRDefault="00B67D39" w:rsidP="00715360">
      <w:pPr>
        <w:pStyle w:val="Akapitzlist"/>
        <w:numPr>
          <w:ilvl w:val="5"/>
          <w:numId w:val="28"/>
        </w:numPr>
        <w:spacing w:line="240" w:lineRule="exact"/>
        <w:ind w:left="284" w:hanging="284"/>
        <w:jc w:val="both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WYKONAWCA składający Ofertę: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0D29B601" w14:textId="77777777" w:rsidTr="009A129D">
        <w:trPr>
          <w:trHeight w:val="4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B9461C3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</w:p>
        </w:tc>
        <w:tc>
          <w:tcPr>
            <w:tcW w:w="7224" w:type="dxa"/>
            <w:shd w:val="clear" w:color="auto" w:fill="FFFFFF" w:themeFill="background1"/>
            <w:vAlign w:val="center"/>
          </w:tcPr>
          <w:p w14:paraId="6677634F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  <w:r w:rsidRPr="00B67D39">
              <w:rPr>
                <w:rFonts w:cs="Arial"/>
                <w:szCs w:val="18"/>
                <w:lang w:eastAsia="pl-PL"/>
              </w:rPr>
              <w:t>Nazwa i adres Wykonawcy, NIP, REGON</w:t>
            </w:r>
          </w:p>
        </w:tc>
      </w:tr>
      <w:tr w:rsidR="00B67D39" w:rsidRPr="00B67D39" w14:paraId="2E27C86E" w14:textId="77777777" w:rsidTr="002D3974">
        <w:trPr>
          <w:trHeight w:val="1173"/>
        </w:trPr>
        <w:tc>
          <w:tcPr>
            <w:tcW w:w="2694" w:type="dxa"/>
            <w:vAlign w:val="center"/>
          </w:tcPr>
          <w:p w14:paraId="1437F1D9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b/>
                <w:szCs w:val="18"/>
                <w:lang w:eastAsia="pl-PL"/>
              </w:rPr>
            </w:pPr>
            <w:r w:rsidRPr="00B67D39">
              <w:rPr>
                <w:rFonts w:cs="Arial"/>
                <w:b/>
                <w:szCs w:val="18"/>
                <w:lang w:eastAsia="pl-PL"/>
              </w:rPr>
              <w:t>Wykonawca</w:t>
            </w:r>
            <w:r w:rsidRPr="00B67D39">
              <w:rPr>
                <w:rFonts w:cs="Arial"/>
                <w:b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7224" w:type="dxa"/>
            <w:vAlign w:val="center"/>
          </w:tcPr>
          <w:p w14:paraId="4145CF20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color w:val="000000"/>
                <w:szCs w:val="18"/>
                <w:lang w:eastAsia="pl-PL"/>
              </w:rPr>
            </w:pPr>
          </w:p>
        </w:tc>
      </w:tr>
    </w:tbl>
    <w:p w14:paraId="4740FA94" w14:textId="77777777" w:rsidR="00B67D39" w:rsidRPr="00B67D39" w:rsidRDefault="00B67D39" w:rsidP="00807D09">
      <w:pPr>
        <w:pStyle w:val="Akapitzlist"/>
        <w:spacing w:line="240" w:lineRule="exact"/>
        <w:ind w:left="426" w:hanging="426"/>
        <w:rPr>
          <w:rFonts w:cstheme="minorHAnsi"/>
          <w:b/>
          <w:szCs w:val="18"/>
        </w:rPr>
      </w:pPr>
    </w:p>
    <w:p w14:paraId="22D9D8B5" w14:textId="2A536732" w:rsidR="00B67D39" w:rsidRPr="00807D09" w:rsidRDefault="006764E1" w:rsidP="006764E1">
      <w:pPr>
        <w:spacing w:line="240" w:lineRule="exact"/>
        <w:jc w:val="both"/>
        <w:rPr>
          <w:rFonts w:cstheme="minorHAnsi"/>
          <w:b/>
          <w:szCs w:val="18"/>
        </w:rPr>
      </w:pPr>
      <w:r>
        <w:rPr>
          <w:rFonts w:cstheme="minorHAnsi"/>
          <w:b/>
          <w:szCs w:val="18"/>
          <w:lang w:eastAsia="pl-PL"/>
        </w:rPr>
        <w:t xml:space="preserve">II. </w:t>
      </w:r>
      <w:r w:rsidR="00B67D39" w:rsidRPr="00807D09">
        <w:rPr>
          <w:rFonts w:cstheme="minorHAnsi"/>
          <w:b/>
          <w:szCs w:val="18"/>
          <w:lang w:eastAsia="pl-PL"/>
        </w:rPr>
        <w:t>OSOBA UPRAWNIONA DO KONTAKTÓW Z ZAMAWIAJĄCYM w sprawie niniejszej Oferty: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2D9CD132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1A5B6289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Imię i nazwisko</w:t>
            </w:r>
          </w:p>
        </w:tc>
        <w:tc>
          <w:tcPr>
            <w:tcW w:w="7224" w:type="dxa"/>
          </w:tcPr>
          <w:p w14:paraId="3EDFDFE3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07536AD" w14:textId="77777777" w:rsidTr="002D3974">
        <w:trPr>
          <w:trHeight w:val="766"/>
        </w:trPr>
        <w:tc>
          <w:tcPr>
            <w:tcW w:w="2694" w:type="dxa"/>
            <w:shd w:val="clear" w:color="auto" w:fill="F2F2F2" w:themeFill="background1" w:themeFillShade="F2"/>
          </w:tcPr>
          <w:p w14:paraId="74123ACF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Firma i adres</w:t>
            </w:r>
          </w:p>
        </w:tc>
        <w:tc>
          <w:tcPr>
            <w:tcW w:w="7224" w:type="dxa"/>
          </w:tcPr>
          <w:p w14:paraId="7A671A9F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32C11F3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0BBF80DD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Telefon</w:t>
            </w:r>
          </w:p>
        </w:tc>
        <w:tc>
          <w:tcPr>
            <w:tcW w:w="7224" w:type="dxa"/>
          </w:tcPr>
          <w:p w14:paraId="4CBF54FB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414FB0C4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2CB97F48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  <w:lang w:val="de-DE"/>
              </w:rPr>
            </w:pPr>
            <w:r w:rsidRPr="00807D09">
              <w:rPr>
                <w:rFonts w:cstheme="minorHAnsi"/>
                <w:szCs w:val="18"/>
                <w:lang w:val="de-DE"/>
              </w:rPr>
              <w:t>e-mail</w:t>
            </w:r>
          </w:p>
        </w:tc>
        <w:tc>
          <w:tcPr>
            <w:tcW w:w="7224" w:type="dxa"/>
          </w:tcPr>
          <w:p w14:paraId="6354A520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  <w:lang w:val="de-DE"/>
              </w:rPr>
            </w:pPr>
          </w:p>
        </w:tc>
      </w:tr>
    </w:tbl>
    <w:p w14:paraId="293D1783" w14:textId="77777777" w:rsidR="00B67D39" w:rsidRPr="00B67D39" w:rsidRDefault="00B67D39" w:rsidP="00807D09">
      <w:pPr>
        <w:tabs>
          <w:tab w:val="center" w:pos="4536"/>
          <w:tab w:val="right" w:pos="9072"/>
        </w:tabs>
        <w:spacing w:line="240" w:lineRule="exact"/>
        <w:ind w:left="426" w:hanging="426"/>
        <w:rPr>
          <w:rFonts w:cstheme="minorHAnsi"/>
          <w:szCs w:val="18"/>
        </w:rPr>
      </w:pPr>
    </w:p>
    <w:p w14:paraId="7AB3714B" w14:textId="77777777" w:rsidR="00973D85" w:rsidRPr="007B7CF6" w:rsidRDefault="00973D85" w:rsidP="00973D85">
      <w:pPr>
        <w:pStyle w:val="Akapitzlist"/>
        <w:widowControl w:val="0"/>
        <w:numPr>
          <w:ilvl w:val="0"/>
          <w:numId w:val="34"/>
        </w:numPr>
        <w:adjustRightInd w:val="0"/>
        <w:spacing w:after="60" w:line="360" w:lineRule="atLeast"/>
        <w:ind w:left="0" w:hanging="142"/>
        <w:contextualSpacing w:val="0"/>
        <w:jc w:val="both"/>
        <w:textAlignment w:val="baseline"/>
        <w:rPr>
          <w:rFonts w:cstheme="minorHAnsi"/>
          <w:b/>
          <w:snapToGrid w:val="0"/>
        </w:rPr>
      </w:pPr>
      <w:r w:rsidRPr="007B7CF6">
        <w:rPr>
          <w:rFonts w:cstheme="minorHAnsi"/>
          <w:b/>
          <w:snapToGrid w:val="0"/>
        </w:rPr>
        <w:t>Przedmiot zamówienia.</w:t>
      </w:r>
    </w:p>
    <w:p w14:paraId="510E4521" w14:textId="0FFBDDFF" w:rsidR="00973D85" w:rsidRDefault="00973D85" w:rsidP="00973D85">
      <w:pPr>
        <w:tabs>
          <w:tab w:val="left" w:pos="1980"/>
        </w:tabs>
        <w:jc w:val="both"/>
        <w:rPr>
          <w:rFonts w:cstheme="minorHAnsi"/>
          <w:b/>
          <w:bCs/>
          <w:noProof/>
        </w:rPr>
      </w:pPr>
      <w:r w:rsidRPr="00AD02FC">
        <w:rPr>
          <w:rFonts w:cstheme="minorHAnsi"/>
        </w:rPr>
        <w:t xml:space="preserve">Przedmiotem zamówienia </w:t>
      </w:r>
      <w:r w:rsidRPr="00AD02FC">
        <w:rPr>
          <w:rFonts w:cstheme="minorHAnsi"/>
          <w:b/>
          <w:bCs/>
          <w:noProof/>
        </w:rPr>
        <w:fldChar w:fldCharType="begin"/>
      </w:r>
      <w:r w:rsidRPr="00AD02FC">
        <w:rPr>
          <w:rFonts w:cstheme="minorHAnsi"/>
          <w:b/>
          <w:bCs/>
          <w:noProof/>
        </w:rPr>
        <w:instrText xml:space="preserve"> MERGEFIELD nazwa_post </w:instrText>
      </w:r>
      <w:r w:rsidRPr="00AD02FC">
        <w:rPr>
          <w:rFonts w:cstheme="minorHAnsi"/>
          <w:b/>
          <w:bCs/>
          <w:noProof/>
        </w:rPr>
        <w:fldChar w:fldCharType="separate"/>
      </w:r>
      <w:r w:rsidR="008369E5" w:rsidRPr="00B7627D">
        <w:rPr>
          <w:rFonts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Jeziorna obszar R6: Miasto i Gmina Konstancin Jeziorna</w:t>
      </w:r>
      <w:r w:rsidRPr="00AD02FC">
        <w:rPr>
          <w:rFonts w:cstheme="minorHAnsi"/>
          <w:b/>
          <w:bCs/>
          <w:noProof/>
        </w:rPr>
        <w:fldChar w:fldCharType="end"/>
      </w:r>
      <w:r>
        <w:rPr>
          <w:rFonts w:cstheme="minorHAnsi"/>
          <w:b/>
          <w:bCs/>
          <w:noProof/>
        </w:rPr>
        <w:t>.</w:t>
      </w:r>
    </w:p>
    <w:p w14:paraId="2B7ED8A2" w14:textId="6C2769C4" w:rsidR="00973D85" w:rsidRDefault="00973D85" w:rsidP="00973D85">
      <w:pPr>
        <w:tabs>
          <w:tab w:val="left" w:pos="1980"/>
        </w:tabs>
        <w:jc w:val="both"/>
        <w:rPr>
          <w:rFonts w:cstheme="minorHAnsi"/>
        </w:rPr>
      </w:pPr>
      <w:r w:rsidRPr="00AD02FC">
        <w:rPr>
          <w:rFonts w:cstheme="minorHAnsi"/>
        </w:rPr>
        <w:t xml:space="preserve">Zamówienie będzie realizowane w okresie do </w:t>
      </w:r>
      <w:r w:rsidRPr="0056551A">
        <w:rPr>
          <w:rFonts w:cstheme="minorHAnsi"/>
          <w:b/>
        </w:rPr>
        <w:fldChar w:fldCharType="begin"/>
      </w:r>
      <w:r w:rsidRPr="0056551A">
        <w:rPr>
          <w:rFonts w:cstheme="minorHAnsi"/>
          <w:b/>
        </w:rPr>
        <w:instrText xml:space="preserve"> MERGEFIELD termin_realizacji </w:instrText>
      </w:r>
      <w:r w:rsidRPr="0056551A">
        <w:rPr>
          <w:rFonts w:cstheme="minorHAnsi"/>
          <w:b/>
        </w:rPr>
        <w:fldChar w:fldCharType="separate"/>
      </w:r>
      <w:r w:rsidR="008369E5" w:rsidRPr="00B7627D">
        <w:rPr>
          <w:rFonts w:cstheme="minorHAnsi"/>
          <w:b/>
          <w:noProof/>
        </w:rPr>
        <w:t>27.05.2027</w:t>
      </w:r>
      <w:r w:rsidRPr="0056551A">
        <w:rPr>
          <w:rFonts w:cstheme="minorHAnsi"/>
          <w:b/>
        </w:rPr>
        <w:fldChar w:fldCharType="end"/>
      </w:r>
      <w:r w:rsidRPr="00AD02FC">
        <w:rPr>
          <w:rFonts w:cstheme="minorHAnsi"/>
        </w:rPr>
        <w:t xml:space="preserve"> lub do wyczerpania kwoty limitu tj.  </w:t>
      </w:r>
      <w:r w:rsidRPr="0056551A">
        <w:rPr>
          <w:rFonts w:cstheme="minorHAnsi"/>
          <w:b/>
        </w:rPr>
        <w:t>1 500 000,00 zł netto</w:t>
      </w:r>
      <w:r>
        <w:rPr>
          <w:rFonts w:cstheme="minorHAnsi"/>
        </w:rPr>
        <w:t>.</w:t>
      </w:r>
    </w:p>
    <w:p w14:paraId="3C4989EE" w14:textId="77777777" w:rsidR="00973D85" w:rsidRDefault="00973D85" w:rsidP="00973D85">
      <w:pPr>
        <w:tabs>
          <w:tab w:val="left" w:pos="1980"/>
        </w:tabs>
        <w:jc w:val="both"/>
        <w:rPr>
          <w:rFonts w:cstheme="minorHAnsi"/>
        </w:rPr>
      </w:pPr>
    </w:p>
    <w:p w14:paraId="6C3D4973" w14:textId="77777777" w:rsidR="00973D85" w:rsidRDefault="00973D85" w:rsidP="00973D85">
      <w:pPr>
        <w:tabs>
          <w:tab w:val="left" w:pos="1980"/>
        </w:tabs>
        <w:jc w:val="both"/>
        <w:rPr>
          <w:rFonts w:cstheme="minorHAnsi"/>
        </w:rPr>
      </w:pPr>
    </w:p>
    <w:p w14:paraId="0637A064" w14:textId="77777777" w:rsidR="00973D85" w:rsidRPr="00AD02FC" w:rsidRDefault="00973D85" w:rsidP="00973D85">
      <w:pPr>
        <w:tabs>
          <w:tab w:val="left" w:pos="1980"/>
        </w:tabs>
        <w:jc w:val="both"/>
        <w:rPr>
          <w:rFonts w:cstheme="minorHAnsi"/>
          <w:b/>
          <w:bCs/>
          <w:noProof/>
        </w:rPr>
      </w:pPr>
    </w:p>
    <w:p w14:paraId="1F10C71D" w14:textId="77777777" w:rsidR="00973D85" w:rsidRPr="00AD02FC" w:rsidRDefault="00973D85" w:rsidP="00973D85">
      <w:pPr>
        <w:widowControl w:val="0"/>
        <w:numPr>
          <w:ilvl w:val="0"/>
          <w:numId w:val="32"/>
        </w:numPr>
        <w:adjustRightInd w:val="0"/>
        <w:spacing w:after="60" w:line="360" w:lineRule="atLeast"/>
        <w:jc w:val="both"/>
        <w:textAlignment w:val="baseline"/>
        <w:rPr>
          <w:rFonts w:cstheme="minorHAnsi"/>
          <w:b/>
          <w:snapToGrid w:val="0"/>
        </w:rPr>
      </w:pPr>
      <w:r w:rsidRPr="00AD02FC">
        <w:rPr>
          <w:rFonts w:cstheme="minorHAnsi"/>
          <w:b/>
          <w:snapToGrid w:val="0"/>
        </w:rPr>
        <w:t>Zobowiązania Wykonawcy.</w:t>
      </w:r>
    </w:p>
    <w:p w14:paraId="61B37282" w14:textId="77777777" w:rsidR="00973D85" w:rsidRDefault="00973D85" w:rsidP="00973D85">
      <w:pPr>
        <w:widowControl w:val="0"/>
        <w:adjustRightInd w:val="0"/>
        <w:spacing w:line="360" w:lineRule="atLeast"/>
        <w:ind w:left="709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lastRenderedPageBreak/>
        <w:t>dokumentacja projektowa:</w:t>
      </w:r>
    </w:p>
    <w:p w14:paraId="3C3CD04D" w14:textId="77777777" w:rsidR="00973D85" w:rsidRPr="00AD02FC" w:rsidRDefault="00973D85" w:rsidP="00973D85">
      <w:pPr>
        <w:pStyle w:val="Tytu"/>
        <w:widowControl w:val="0"/>
        <w:tabs>
          <w:tab w:val="left" w:pos="284"/>
        </w:tabs>
        <w:spacing w:before="120" w:after="120"/>
        <w:ind w:left="360"/>
        <w:rPr>
          <w:rFonts w:asciiTheme="minorHAnsi" w:hAnsiTheme="minorHAnsi" w:cstheme="minorHAnsi"/>
          <w:sz w:val="20"/>
          <w:szCs w:val="20"/>
        </w:rPr>
      </w:pPr>
      <w:r w:rsidRPr="00AD02FC">
        <w:rPr>
          <w:rFonts w:asciiTheme="minorHAnsi" w:hAnsiTheme="minorHAnsi" w:cstheme="minorHAnsi"/>
          <w:sz w:val="20"/>
          <w:szCs w:val="20"/>
        </w:rPr>
        <w:t>Tabela DOK</w:t>
      </w:r>
    </w:p>
    <w:tbl>
      <w:tblPr>
        <w:tblStyle w:val="Tabela-Siatka"/>
        <w:tblW w:w="9462" w:type="dxa"/>
        <w:tblInd w:w="-23" w:type="dxa"/>
        <w:tblLook w:val="04A0" w:firstRow="1" w:lastRow="0" w:firstColumn="1" w:lastColumn="0" w:noHBand="0" w:noVBand="1"/>
      </w:tblPr>
      <w:tblGrid>
        <w:gridCol w:w="356"/>
        <w:gridCol w:w="5451"/>
        <w:gridCol w:w="687"/>
        <w:gridCol w:w="1484"/>
        <w:gridCol w:w="1484"/>
      </w:tblGrid>
      <w:tr w:rsidR="00973D85" w:rsidRPr="00AD02FC" w14:paraId="2A05F837" w14:textId="77777777" w:rsidTr="005B1721">
        <w:tc>
          <w:tcPr>
            <w:tcW w:w="6942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040FE31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7088411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6354D9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5EDA199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85D2FF6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059A93D0" w14:textId="77777777" w:rsidTr="005B1721">
        <w:tc>
          <w:tcPr>
            <w:tcW w:w="6942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4210159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7E194A3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B415D0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</w:t>
            </w:r>
          </w:p>
        </w:tc>
      </w:tr>
      <w:tr w:rsidR="00973D85" w:rsidRPr="00AD02FC" w14:paraId="08373ABF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162543DE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EA9630E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909" w:type="dxa"/>
            <w:vAlign w:val="bottom"/>
          </w:tcPr>
          <w:p w14:paraId="3349EDE6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dokumentacji projektowej przyłącza do 35m mierzone w rzucie poziomym</w:t>
            </w:r>
          </w:p>
        </w:tc>
        <w:tc>
          <w:tcPr>
            <w:tcW w:w="701" w:type="dxa"/>
            <w:vAlign w:val="center"/>
          </w:tcPr>
          <w:p w14:paraId="363853EB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29F81D2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838FF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5907F6C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49D56B7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B88389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909" w:type="dxa"/>
            <w:vAlign w:val="bottom"/>
          </w:tcPr>
          <w:p w14:paraId="53EF4DC5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każdego następnego metra powyżej 35 m dokumentacji projektowej liczone za każde następne rozpoczęte 20 m</w:t>
            </w:r>
          </w:p>
        </w:tc>
        <w:tc>
          <w:tcPr>
            <w:tcW w:w="701" w:type="dxa"/>
            <w:vAlign w:val="center"/>
          </w:tcPr>
          <w:p w14:paraId="1E876DC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4C8A9A9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C59A15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58C26F6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637517D7" w14:textId="77777777" w:rsidR="00973D85" w:rsidRPr="00AD02FC" w:rsidRDefault="00973D85" w:rsidP="005B1721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E20897F" w14:textId="77777777" w:rsidR="00973D85" w:rsidRPr="00AD02FC" w:rsidRDefault="00973D85" w:rsidP="005B1721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5909" w:type="dxa"/>
            <w:vAlign w:val="bottom"/>
          </w:tcPr>
          <w:p w14:paraId="61478050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projektu na aktualnej mapie do celów projektowych -</w:t>
            </w:r>
          </w:p>
          <w:p w14:paraId="0F12593A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rozliczenie powykonawczo po wykazaniu przez Wykonawcę konieczności jej zastosowania (np. drogi, narady koordynacyjne itp.) lub na wniosek inwestora.</w:t>
            </w:r>
          </w:p>
          <w:p w14:paraId="4DF5C995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Pozycja obejmuje również ewentualną konieczność pozyskania mapy do celów prawnych.</w:t>
            </w:r>
          </w:p>
        </w:tc>
        <w:tc>
          <w:tcPr>
            <w:tcW w:w="701" w:type="dxa"/>
            <w:vAlign w:val="center"/>
          </w:tcPr>
          <w:p w14:paraId="694325DA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50101C6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151E46B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D76AE35" w14:textId="77777777" w:rsidTr="005B1721">
        <w:tc>
          <w:tcPr>
            <w:tcW w:w="6942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2CBF7998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Wycena opracowania dokumentacji projektowej 135 m przyłącza mierzone w rzucie poziomym</w:t>
            </w:r>
          </w:p>
          <w:p w14:paraId="48A887F9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bez VAT = A + 5*B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0475277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4C6A28B" w14:textId="77777777" w:rsidTr="005B1721">
        <w:tc>
          <w:tcPr>
            <w:tcW w:w="6942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6D05FBC5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Wycena opracowania dokumentacji projektowej 135 m przyłącza mierzone w rzucie poziomym</w:t>
            </w:r>
          </w:p>
          <w:p w14:paraId="1998B093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z VAT = A + 5*B + C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11BAC28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135689FD" w14:textId="77777777" w:rsidR="00973D85" w:rsidRDefault="00973D85" w:rsidP="00973D85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cstheme="minorHAnsi"/>
        </w:rPr>
      </w:pPr>
    </w:p>
    <w:p w14:paraId="79F85A11" w14:textId="77777777" w:rsidR="00973D85" w:rsidRPr="00AD02FC" w:rsidRDefault="00973D85" w:rsidP="00973D85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roboty budowlane:</w:t>
      </w:r>
    </w:p>
    <w:p w14:paraId="47A42FFE" w14:textId="77777777" w:rsidR="00973D85" w:rsidRPr="00AD02FC" w:rsidRDefault="00973D85" w:rsidP="00973D85">
      <w:pPr>
        <w:spacing w:before="120"/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A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23"/>
        <w:gridCol w:w="704"/>
        <w:gridCol w:w="1484"/>
        <w:gridCol w:w="1484"/>
      </w:tblGrid>
      <w:tr w:rsidR="00973D85" w:rsidRPr="00AD02FC" w14:paraId="6A01031E" w14:textId="77777777" w:rsidTr="005B1721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00D1F9D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26998E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781B7E7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1CF17BF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0CED654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354C5815" w14:textId="77777777" w:rsidTr="005B1721"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43E1955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402B766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E6A766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5F9FE338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4CDBE63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B1C6603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844" w:type="dxa"/>
            <w:vAlign w:val="bottom"/>
          </w:tcPr>
          <w:p w14:paraId="7B824F3D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linii lub przyłącza nN o długości do 1 m od słupa do złącza odbiorcy kablem do przekroju YAKXs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ułożenie kabla na słupie, wprowadzenie i podłączenie kabla, ułożenie wymaganych zapasów kabla</w:t>
            </w:r>
          </w:p>
        </w:tc>
        <w:tc>
          <w:tcPr>
            <w:tcW w:w="704" w:type="dxa"/>
            <w:vAlign w:val="center"/>
          </w:tcPr>
          <w:p w14:paraId="5126C24F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56F920F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71D25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E91CD35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13DCC65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7B1E02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844" w:type="dxa"/>
            <w:vAlign w:val="bottom"/>
          </w:tcPr>
          <w:p w14:paraId="1DF03ABE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każdego następnego metra przyłącza nN powyżej 1 m kablem YAKXs 4x35 mm2 (długość przyłącza liczona wg rzutu na mapie i mnożona przez skalę).</w:t>
            </w:r>
          </w:p>
        </w:tc>
        <w:tc>
          <w:tcPr>
            <w:tcW w:w="704" w:type="dxa"/>
            <w:vAlign w:val="center"/>
          </w:tcPr>
          <w:p w14:paraId="240A3BF4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60" w:type="dxa"/>
          </w:tcPr>
          <w:p w14:paraId="37AACA9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2A0F1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502BCFF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5A7A3AA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E28EEB0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3599D7F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  <w:p w14:paraId="3FFBD68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844" w:type="dxa"/>
            <w:vAlign w:val="bottom"/>
          </w:tcPr>
          <w:p w14:paraId="3B618DCC" w14:textId="77777777" w:rsidR="00973D85" w:rsidRPr="00146B0B" w:rsidRDefault="00973D85" w:rsidP="005B1721">
            <w:pPr>
              <w:ind w:left="-14" w:firstLine="14"/>
              <w:rPr>
                <w:rFonts w:ascii="Arial" w:hAnsi="Arial" w:cs="Arial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</w:rPr>
              <w:t xml:space="preserve">Koszt złącza ZK-1 RBK+1P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</w:t>
            </w:r>
            <w:r w:rsidRPr="00744368">
              <w:rPr>
                <w:rFonts w:asciiTheme="minorHAnsi" w:hAnsiTheme="minorHAnsi" w:cstheme="minorHAnsi"/>
                <w:sz w:val="20"/>
              </w:rPr>
              <w:lastRenderedPageBreak/>
              <w:t>odejściowego do instalacji odbiorcy) kompletnego i okablowanego złącza kablowo - pomiarowego z fundamentem. Pozycja nie obejmuje kosztu uziemienia.</w:t>
            </w:r>
          </w:p>
        </w:tc>
        <w:tc>
          <w:tcPr>
            <w:tcW w:w="704" w:type="dxa"/>
            <w:vAlign w:val="center"/>
          </w:tcPr>
          <w:p w14:paraId="2889B10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lastRenderedPageBreak/>
              <w:t>szt.</w:t>
            </w:r>
          </w:p>
        </w:tc>
        <w:tc>
          <w:tcPr>
            <w:tcW w:w="1260" w:type="dxa"/>
          </w:tcPr>
          <w:p w14:paraId="45589B2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3440F1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709702C6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2519309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5844" w:type="dxa"/>
            <w:vAlign w:val="bottom"/>
          </w:tcPr>
          <w:p w14:paraId="526911C7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Koszt pełnej obsługi geodezyjnej. 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Należy podać (przypadku sieci/przyłączy kablowej i napowietrznej) odległość  w metrach pomiędzy pierwszą a ostatnią współrzędną z uwzględnieniem wszystkich punktów wyznaczających trasę przyłącza. Dane należy potwierdzić podpisem geodety i wykonawcy zlecenia</w:t>
            </w:r>
          </w:p>
        </w:tc>
        <w:tc>
          <w:tcPr>
            <w:tcW w:w="704" w:type="dxa"/>
            <w:vAlign w:val="center"/>
          </w:tcPr>
          <w:p w14:paraId="23DBD6BD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kpl.</w:t>
            </w:r>
          </w:p>
        </w:tc>
        <w:tc>
          <w:tcPr>
            <w:tcW w:w="1260" w:type="dxa"/>
          </w:tcPr>
          <w:p w14:paraId="43C9C32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50E61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7CD22A4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6C5255A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5844" w:type="dxa"/>
            <w:vAlign w:val="center"/>
          </w:tcPr>
          <w:p w14:paraId="2DAC948D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budowy 1 m przepustu kablowego wykonywanego metodą wykopu otwartego</w:t>
            </w:r>
          </w:p>
        </w:tc>
        <w:tc>
          <w:tcPr>
            <w:tcW w:w="704" w:type="dxa"/>
            <w:vAlign w:val="center"/>
          </w:tcPr>
          <w:p w14:paraId="50CBB791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60" w:type="dxa"/>
          </w:tcPr>
          <w:p w14:paraId="324E276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B4B035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926A9D7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63B699D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F</w:t>
            </w:r>
          </w:p>
        </w:tc>
        <w:tc>
          <w:tcPr>
            <w:tcW w:w="5844" w:type="dxa"/>
            <w:vAlign w:val="center"/>
          </w:tcPr>
          <w:p w14:paraId="6F39742C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montażu pojedynczego ogranicznika przepięć (1 szt.) na linii napowietrznej nN.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montaż wraz z podłączeniem do przewodów roboczych i uziomu</w:t>
            </w:r>
          </w:p>
        </w:tc>
        <w:tc>
          <w:tcPr>
            <w:tcW w:w="704" w:type="dxa"/>
            <w:vAlign w:val="center"/>
          </w:tcPr>
          <w:p w14:paraId="0A2AA15E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207D3D7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FAC899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2DFF6AF9" w14:textId="77777777" w:rsidTr="005B1721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B4E640F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0961942E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+ 30*B + C + D + 90*E+4*F 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7F7E5E95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D0B8ADB" w14:textId="77777777" w:rsidTr="005B1721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3AB79B37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30CA4EC5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+ 30*B + C + D + 90*E+4*F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5C3CA17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5EDABC9D" w14:textId="77777777" w:rsidR="00973D85" w:rsidRPr="00AD02FC" w:rsidRDefault="00973D85" w:rsidP="00973D85">
      <w:pPr>
        <w:spacing w:before="120"/>
        <w:jc w:val="center"/>
        <w:rPr>
          <w:rFonts w:cstheme="minorHAnsi"/>
          <w:b/>
        </w:rPr>
      </w:pPr>
    </w:p>
    <w:p w14:paraId="0882B0B3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B</w:t>
      </w:r>
    </w:p>
    <w:p w14:paraId="18C17874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33"/>
        <w:gridCol w:w="694"/>
        <w:gridCol w:w="1484"/>
        <w:gridCol w:w="1484"/>
      </w:tblGrid>
      <w:tr w:rsidR="00973D85" w:rsidRPr="00AD02FC" w14:paraId="2420EEDD" w14:textId="77777777" w:rsidTr="005B1721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5136C12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C9D965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49C796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1E9D49D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28E3200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2DEA984A" w14:textId="77777777" w:rsidTr="005B1721">
        <w:trPr>
          <w:trHeight w:val="75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1E785BFD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0A6DC49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01B99D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2F18A763" w14:textId="77777777" w:rsidTr="005B1721">
        <w:trPr>
          <w:trHeight w:val="266"/>
        </w:trPr>
        <w:tc>
          <w:tcPr>
            <w:tcW w:w="356" w:type="dxa"/>
            <w:tcBorders>
              <w:left w:val="single" w:sz="18" w:space="0" w:color="auto"/>
            </w:tcBorders>
          </w:tcPr>
          <w:p w14:paraId="1BE1230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921" w:type="dxa"/>
            <w:vAlign w:val="bottom"/>
          </w:tcPr>
          <w:p w14:paraId="27099CB6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Demontaż stanowiska słupowego linii napowietrznej nN</w:t>
            </w:r>
          </w:p>
        </w:tc>
        <w:tc>
          <w:tcPr>
            <w:tcW w:w="612" w:type="dxa"/>
            <w:vAlign w:val="center"/>
          </w:tcPr>
          <w:p w14:paraId="36CDAB70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0B36BFC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4E690CB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F5ABCFB" w14:textId="77777777" w:rsidTr="005B1721">
        <w:trPr>
          <w:trHeight w:val="355"/>
        </w:trPr>
        <w:tc>
          <w:tcPr>
            <w:tcW w:w="356" w:type="dxa"/>
            <w:tcBorders>
              <w:left w:val="single" w:sz="18" w:space="0" w:color="auto"/>
            </w:tcBorders>
          </w:tcPr>
          <w:p w14:paraId="5FDA469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921" w:type="dxa"/>
            <w:vAlign w:val="center"/>
          </w:tcPr>
          <w:p w14:paraId="53D2456D" w14:textId="77777777" w:rsidR="00973D85" w:rsidRPr="00AD02FC" w:rsidRDefault="00973D85" w:rsidP="005B1721">
            <w:pPr>
              <w:ind w:left="-80" w:firstLine="80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Demontaż  sieci nN (długość przewodów lub kabla liczona wg rzutu na mapie i mnożona przez skalę)</w:t>
            </w:r>
          </w:p>
        </w:tc>
        <w:tc>
          <w:tcPr>
            <w:tcW w:w="612" w:type="dxa"/>
            <w:vAlign w:val="center"/>
          </w:tcPr>
          <w:p w14:paraId="44BE402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60" w:type="dxa"/>
          </w:tcPr>
          <w:p w14:paraId="51AF5AE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4F3E2D4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34F1B415" w14:textId="77777777" w:rsidTr="005B1721">
        <w:trPr>
          <w:trHeight w:val="893"/>
        </w:trPr>
        <w:tc>
          <w:tcPr>
            <w:tcW w:w="356" w:type="dxa"/>
            <w:tcBorders>
              <w:left w:val="single" w:sz="18" w:space="0" w:color="auto"/>
            </w:tcBorders>
          </w:tcPr>
          <w:p w14:paraId="77109CA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5356D11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49F52B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5921" w:type="dxa"/>
            <w:vAlign w:val="center"/>
          </w:tcPr>
          <w:p w14:paraId="2F3512A5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Budowa słupa typu ŻN 10 lub ŻN 12 w linii napowietrznej nN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612" w:type="dxa"/>
            <w:vAlign w:val="center"/>
          </w:tcPr>
          <w:p w14:paraId="22190774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353FB9D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68CA537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1BF71B1" w14:textId="77777777" w:rsidTr="005B1721">
        <w:trPr>
          <w:trHeight w:val="737"/>
        </w:trPr>
        <w:tc>
          <w:tcPr>
            <w:tcW w:w="356" w:type="dxa"/>
            <w:tcBorders>
              <w:left w:val="single" w:sz="18" w:space="0" w:color="auto"/>
            </w:tcBorders>
          </w:tcPr>
          <w:p w14:paraId="3796630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F61850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5921" w:type="dxa"/>
            <w:vAlign w:val="center"/>
          </w:tcPr>
          <w:p w14:paraId="7B39C2BF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montażu rozłącznika słupowego trójpolowego/czteropolowego typu RS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montaż rozłącznika, wyposażenie w bezpieczniki i podłączenie do przewodów roboczych oraz przewodu neutralnego</w:t>
            </w:r>
          </w:p>
        </w:tc>
        <w:tc>
          <w:tcPr>
            <w:tcW w:w="612" w:type="dxa"/>
            <w:vAlign w:val="center"/>
          </w:tcPr>
          <w:p w14:paraId="71F10BB9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475BBF9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5D2597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C5B6673" w14:textId="77777777" w:rsidTr="005B1721">
        <w:trPr>
          <w:trHeight w:val="1124"/>
        </w:trPr>
        <w:tc>
          <w:tcPr>
            <w:tcW w:w="356" w:type="dxa"/>
            <w:tcBorders>
              <w:left w:val="single" w:sz="18" w:space="0" w:color="auto"/>
            </w:tcBorders>
          </w:tcPr>
          <w:p w14:paraId="78795B0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2A52F0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  <w:p w14:paraId="760AB899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921" w:type="dxa"/>
            <w:vAlign w:val="center"/>
          </w:tcPr>
          <w:p w14:paraId="1458AC3D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uziemienia taśmowo-prętowego i podłączenie uziemienia o wartości wynikającej z uzgodnionego w PGE projektu Pozycja obejmuje: koszt wykonania uziemienia wraz z wykonaniem pomiarów potwierdzonych protokołem. UWAGA! Nie stosuje się łącznie z pozycją 13 tabeli „Pozostałe standardowe elementy przyłączy”.</w:t>
            </w:r>
          </w:p>
        </w:tc>
        <w:tc>
          <w:tcPr>
            <w:tcW w:w="612" w:type="dxa"/>
            <w:vAlign w:val="center"/>
          </w:tcPr>
          <w:p w14:paraId="28D44DF1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73BEEFB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EFF1F2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54B9E1FF" w14:textId="77777777" w:rsidTr="005B1721">
        <w:trPr>
          <w:trHeight w:val="850"/>
        </w:trPr>
        <w:tc>
          <w:tcPr>
            <w:tcW w:w="356" w:type="dxa"/>
            <w:tcBorders>
              <w:left w:val="single" w:sz="18" w:space="0" w:color="auto"/>
            </w:tcBorders>
          </w:tcPr>
          <w:p w14:paraId="79761BA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31083C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B9C518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lastRenderedPageBreak/>
              <w:t>F</w:t>
            </w:r>
          </w:p>
        </w:tc>
        <w:tc>
          <w:tcPr>
            <w:tcW w:w="5921" w:type="dxa"/>
            <w:vAlign w:val="bottom"/>
          </w:tcPr>
          <w:p w14:paraId="66F02831" w14:textId="77777777" w:rsidR="00973D85" w:rsidRPr="00744368" w:rsidRDefault="00973D85" w:rsidP="005B1721">
            <w:pPr>
              <w:ind w:left="-14" w:firstLine="14"/>
              <w:rPr>
                <w:rFonts w:ascii="Arial" w:hAnsi="Arial" w:cs="Arial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</w:rPr>
              <w:lastRenderedPageBreak/>
              <w:t xml:space="preserve">Koszt złącza ZK-2 RBL +2P (schemat złącza kablowo - pomiarowego wg. obowiązujących standardów technicznych złączy kablowych, kablowo-pomiarowych oraz złączy napowietrznych przyłączeniowych nN w </w:t>
            </w:r>
            <w:r w:rsidRPr="00744368">
              <w:rPr>
                <w:rFonts w:asciiTheme="minorHAnsi" w:hAnsiTheme="minorHAnsi" w:cstheme="minorHAnsi"/>
                <w:sz w:val="20"/>
              </w:rPr>
              <w:lastRenderedPageBreak/>
              <w:t>PGE Dystrybucja S.A.)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612" w:type="dxa"/>
            <w:vAlign w:val="center"/>
          </w:tcPr>
          <w:p w14:paraId="2642C7BA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lastRenderedPageBreak/>
              <w:t>szt.</w:t>
            </w:r>
          </w:p>
        </w:tc>
        <w:tc>
          <w:tcPr>
            <w:tcW w:w="1260" w:type="dxa"/>
          </w:tcPr>
          <w:p w14:paraId="6AF501E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54582615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50D9B8A4" w14:textId="77777777" w:rsidTr="005B1721">
        <w:trPr>
          <w:trHeight w:val="411"/>
        </w:trPr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A1FE2D4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344DCE23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B + C + D + 10*E + F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27E9D694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ECE7467" w14:textId="77777777" w:rsidTr="005B1721">
        <w:trPr>
          <w:trHeight w:val="262"/>
        </w:trPr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4B8D535A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07C3937E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B + C + D +10* E + 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74FDFC8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64001391" w14:textId="77777777" w:rsidR="00973D85" w:rsidRDefault="00973D85" w:rsidP="00973D85">
      <w:pPr>
        <w:jc w:val="center"/>
        <w:rPr>
          <w:rFonts w:cstheme="minorHAnsi"/>
          <w:b/>
        </w:rPr>
      </w:pPr>
    </w:p>
    <w:p w14:paraId="71FB888D" w14:textId="77777777" w:rsidR="00973D85" w:rsidRDefault="00973D85" w:rsidP="00973D85">
      <w:pPr>
        <w:jc w:val="center"/>
        <w:rPr>
          <w:rFonts w:cstheme="minorHAnsi"/>
          <w:b/>
        </w:rPr>
      </w:pPr>
    </w:p>
    <w:p w14:paraId="59B2721F" w14:textId="77777777" w:rsidR="00973D85" w:rsidRDefault="00973D85" w:rsidP="00973D85">
      <w:pPr>
        <w:jc w:val="center"/>
        <w:rPr>
          <w:rFonts w:cstheme="minorHAnsi"/>
          <w:b/>
        </w:rPr>
      </w:pPr>
    </w:p>
    <w:p w14:paraId="2DD0F47E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C</w:t>
      </w:r>
    </w:p>
    <w:p w14:paraId="44404876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56"/>
        <w:gridCol w:w="5748"/>
        <w:gridCol w:w="694"/>
        <w:gridCol w:w="1484"/>
        <w:gridCol w:w="1484"/>
      </w:tblGrid>
      <w:tr w:rsidR="00973D85" w:rsidRPr="00AD02FC" w14:paraId="5C50FED9" w14:textId="77777777" w:rsidTr="005B1721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7128A3AA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F1BB7EE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56BF303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95693DB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9730343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250A1A56" w14:textId="77777777" w:rsidTr="005B1721">
        <w:trPr>
          <w:trHeight w:val="88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2A4DBF0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03A6FEA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8836D6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1E6B0402" w14:textId="77777777" w:rsidTr="005B1721">
        <w:trPr>
          <w:trHeight w:val="166"/>
        </w:trPr>
        <w:tc>
          <w:tcPr>
            <w:tcW w:w="333" w:type="dxa"/>
            <w:tcBorders>
              <w:left w:val="single" w:sz="18" w:space="0" w:color="auto"/>
            </w:tcBorders>
          </w:tcPr>
          <w:p w14:paraId="0FA11502" w14:textId="77777777" w:rsidR="00973D85" w:rsidRPr="00AD02FC" w:rsidRDefault="00973D85" w:rsidP="005B1721">
            <w:pPr>
              <w:spacing w:line="360" w:lineRule="auto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858" w:type="dxa"/>
            <w:vAlign w:val="center"/>
          </w:tcPr>
          <w:p w14:paraId="31AFB74F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Demontaż złącza niskiego napięcia</w:t>
            </w:r>
          </w:p>
        </w:tc>
        <w:tc>
          <w:tcPr>
            <w:tcW w:w="698" w:type="dxa"/>
            <w:vAlign w:val="center"/>
          </w:tcPr>
          <w:p w14:paraId="3D181369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5FAD887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1F586D6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E3B3077" w14:textId="77777777" w:rsidTr="005B1721">
        <w:tc>
          <w:tcPr>
            <w:tcW w:w="333" w:type="dxa"/>
            <w:tcBorders>
              <w:left w:val="single" w:sz="18" w:space="0" w:color="auto"/>
            </w:tcBorders>
          </w:tcPr>
          <w:p w14:paraId="0A857B8D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DE173E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858" w:type="dxa"/>
            <w:vAlign w:val="bottom"/>
          </w:tcPr>
          <w:p w14:paraId="0D27B6FE" w14:textId="77777777" w:rsidR="00973D85" w:rsidRPr="00744368" w:rsidRDefault="00973D85" w:rsidP="005B1721">
            <w:pPr>
              <w:ind w:left="-14" w:firstLine="14"/>
              <w:rPr>
                <w:rFonts w:ascii="Arial" w:hAnsi="Arial" w:cs="Arial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</w:rPr>
              <w:t>Koszt złącza ZK-3 RBL + 2P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698" w:type="dxa"/>
            <w:vAlign w:val="center"/>
          </w:tcPr>
          <w:p w14:paraId="47A3D47D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731B8B4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02BC55F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E9483FC" w14:textId="77777777" w:rsidTr="005B1721">
        <w:tc>
          <w:tcPr>
            <w:tcW w:w="333" w:type="dxa"/>
            <w:tcBorders>
              <w:left w:val="single" w:sz="18" w:space="0" w:color="auto"/>
            </w:tcBorders>
          </w:tcPr>
          <w:p w14:paraId="0FBEF42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BA8C85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5858" w:type="dxa"/>
            <w:vAlign w:val="center"/>
          </w:tcPr>
          <w:p w14:paraId="0519B0F5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Uśredniony koszt  pełnienia nadzoru oraz utrzymania gwarancji dla dróg, chodników,  ciągów pieszo – jezdnych objętych gwarancją w związku z prowadzeniem prac wymagających zgody gwaranta, również w przypadku wystąpienia kilku gwarantów.  </w:t>
            </w:r>
          </w:p>
          <w:p w14:paraId="45A65F33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Koszty związane z realizacją zadania na terenach spółek kolejowych, gazowniczych, telekomunikacyjnych, wodociągowych, itp.</w:t>
            </w:r>
          </w:p>
          <w:p w14:paraId="1A9F0A36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Pozycja obejmuje również koszty związane z nadzorem archeologicznym.</w:t>
            </w:r>
          </w:p>
        </w:tc>
        <w:tc>
          <w:tcPr>
            <w:tcW w:w="698" w:type="dxa"/>
            <w:vAlign w:val="center"/>
          </w:tcPr>
          <w:p w14:paraId="6257758F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kpl.</w:t>
            </w:r>
          </w:p>
        </w:tc>
        <w:tc>
          <w:tcPr>
            <w:tcW w:w="1260" w:type="dxa"/>
          </w:tcPr>
          <w:p w14:paraId="5045D4C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200AA5D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BB4BC8E" w14:textId="77777777" w:rsidTr="005B1721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29817FC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4FDD1CA7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70A1011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22751DF" w14:textId="77777777" w:rsidTr="005B1721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0FB279B7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4CF42B22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B + C 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4E27A665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197CC868" w14:textId="77777777" w:rsidR="00973D85" w:rsidRPr="00AD02FC" w:rsidRDefault="00973D85" w:rsidP="00973D85">
      <w:pPr>
        <w:rPr>
          <w:rFonts w:cstheme="minorHAnsi"/>
          <w:b/>
        </w:rPr>
      </w:pPr>
    </w:p>
    <w:p w14:paraId="632102F0" w14:textId="77777777" w:rsidR="00973D85" w:rsidRPr="00AD02FC" w:rsidRDefault="00973D85" w:rsidP="00973D85">
      <w:pPr>
        <w:rPr>
          <w:rFonts w:cstheme="minorHAnsi"/>
          <w:b/>
        </w:rPr>
      </w:pPr>
    </w:p>
    <w:p w14:paraId="047AA422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D</w:t>
      </w:r>
    </w:p>
    <w:p w14:paraId="6FF751E3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20"/>
        <w:gridCol w:w="707"/>
        <w:gridCol w:w="1484"/>
        <w:gridCol w:w="1484"/>
      </w:tblGrid>
      <w:tr w:rsidR="00973D85" w:rsidRPr="00AD02FC" w14:paraId="6834576C" w14:textId="77777777" w:rsidTr="005B1721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7E0D71BD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4D15EA9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F29751A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47E3C04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9D1298F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5AB0D692" w14:textId="77777777" w:rsidTr="005B1721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3B0AA97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14:paraId="23143544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94C2EE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3477A813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4D2479C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B609FDD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6035" w:type="dxa"/>
            <w:vAlign w:val="bottom"/>
          </w:tcPr>
          <w:p w14:paraId="14E1893A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linii lub przyłącza kablowego nN o długości do 1 m od złącza lub stacji trafo SN/nN do złącza kablowo pomiarowego kablem YAKXs 4x120 mm2 lub  YAKXs 4x240 mm2 (długość linii/przyłącza kablowego nN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obustronne wprowadzenie i podłączenie kabla w złączach  lub stacji trafo oraz ułożenie wymaganych zapasów kabla</w:t>
            </w:r>
          </w:p>
        </w:tc>
        <w:tc>
          <w:tcPr>
            <w:tcW w:w="708" w:type="dxa"/>
            <w:vAlign w:val="center"/>
          </w:tcPr>
          <w:p w14:paraId="2B5A226E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3BE79DD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3F9E3C2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73C1090B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6D77A1F0" w14:textId="77777777" w:rsidR="00973D85" w:rsidRPr="00CD226A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18C6781" w14:textId="77777777" w:rsidR="00973D85" w:rsidRPr="00CD226A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6035" w:type="dxa"/>
            <w:vAlign w:val="bottom"/>
          </w:tcPr>
          <w:p w14:paraId="226B8852" w14:textId="77777777" w:rsidR="00973D85" w:rsidRPr="00CD226A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Wykonanie każdego następnego metra linii lub przyłącza kablowego nN powyżej 1 m kablem YAKXs 4x120 mm2 (długość linii/przyłącza kablowego nN liczona wg rzutu na mapie i mnożona przez skalę)</w:t>
            </w:r>
          </w:p>
        </w:tc>
        <w:tc>
          <w:tcPr>
            <w:tcW w:w="708" w:type="dxa"/>
            <w:vAlign w:val="center"/>
          </w:tcPr>
          <w:p w14:paraId="12597E12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04" w:type="dxa"/>
          </w:tcPr>
          <w:p w14:paraId="0E46289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348F2D1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7B3A792D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4F84CE5A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4ED272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9035EC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  <w:p w14:paraId="6156E150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035" w:type="dxa"/>
            <w:vAlign w:val="bottom"/>
          </w:tcPr>
          <w:p w14:paraId="5D0E93AD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Koszt złącza ZK-4  RBL + 2P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708" w:type="dxa"/>
            <w:vAlign w:val="center"/>
          </w:tcPr>
          <w:p w14:paraId="134436FB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3AFDFA9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3C82A68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30BD77B1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0D47BD2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42FE96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6035" w:type="dxa"/>
            <w:vAlign w:val="center"/>
          </w:tcPr>
          <w:p w14:paraId="0D1A7176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budowy 1 m przecisku (przepychu) kablowego, również metodą przecisku. sterowanego</w:t>
            </w:r>
          </w:p>
        </w:tc>
        <w:tc>
          <w:tcPr>
            <w:tcW w:w="708" w:type="dxa"/>
            <w:vAlign w:val="center"/>
          </w:tcPr>
          <w:p w14:paraId="4A7F693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04" w:type="dxa"/>
          </w:tcPr>
          <w:p w14:paraId="14F39F4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613105E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ED473AA" w14:textId="77777777" w:rsidTr="005B1721">
        <w:tc>
          <w:tcPr>
            <w:tcW w:w="332" w:type="dxa"/>
            <w:tcBorders>
              <w:left w:val="single" w:sz="18" w:space="0" w:color="auto"/>
              <w:bottom w:val="single" w:sz="4" w:space="0" w:color="auto"/>
            </w:tcBorders>
          </w:tcPr>
          <w:p w14:paraId="6FA5A14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14:paraId="40293B25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zakupu i wymiany istniejącego zamknięcia na wkładkę lub kłódkę według wytycznych do systemy Master Key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08CEDB2D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14:paraId="02BB13E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bottom w:val="single" w:sz="4" w:space="0" w:color="auto"/>
              <w:right w:val="single" w:sz="18" w:space="0" w:color="auto"/>
            </w:tcBorders>
          </w:tcPr>
          <w:p w14:paraId="5DF86F5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090227E" w14:textId="77777777" w:rsidTr="005B1721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5766126E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01DDDF5B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14:paraId="37CE4DE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55965CC6" w14:textId="77777777" w:rsidTr="005B1721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3487F864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5F50EC25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3E80284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0471F31F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p w14:paraId="2288A1EA" w14:textId="77777777" w:rsidR="00973D85" w:rsidRPr="00AD02FC" w:rsidRDefault="00973D85" w:rsidP="00973D85">
      <w:pPr>
        <w:pStyle w:val="Akapitzlist"/>
        <w:ind w:left="360"/>
        <w:rPr>
          <w:rFonts w:cstheme="minorHAnsi"/>
          <w:b/>
          <w:sz w:val="20"/>
          <w:szCs w:val="20"/>
        </w:rPr>
      </w:pPr>
    </w:p>
    <w:p w14:paraId="6EB84394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E</w:t>
      </w:r>
    </w:p>
    <w:p w14:paraId="2E058019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20"/>
        <w:gridCol w:w="707"/>
        <w:gridCol w:w="1484"/>
        <w:gridCol w:w="1484"/>
      </w:tblGrid>
      <w:tr w:rsidR="00973D85" w:rsidRPr="00AD02FC" w14:paraId="2BC6403D" w14:textId="77777777" w:rsidTr="005B1721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24101853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881E87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ABF0B0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E179697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9F8E06C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090C3C1C" w14:textId="77777777" w:rsidTr="005B1721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6F9B360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14:paraId="3075A56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C56627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7073B1F7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356ABF96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5B44A6E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6035" w:type="dxa"/>
            <w:vAlign w:val="bottom"/>
          </w:tcPr>
          <w:p w14:paraId="73C485DF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budowy złącza z wykonaniem wcinki w istniejący kabel YAKXs o przekroju od 4x120 mm2 do 4x240 mm2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 xml:space="preserve">Pozycja obejmuje koszty: odkopania istniejącego kabla, zakupu i </w:t>
            </w:r>
            <w:r w:rsidRPr="00CD226A">
              <w:rPr>
                <w:rFonts w:asciiTheme="minorHAnsi" w:hAnsiTheme="minorHAnsi" w:cstheme="minorHAnsi"/>
                <w:sz w:val="20"/>
              </w:rPr>
              <w:t>montażu mufy lub muf przelotowych wraz z zakupem i ułożeniem</w:t>
            </w:r>
            <w:r w:rsidRPr="00AD02FC">
              <w:rPr>
                <w:rFonts w:asciiTheme="minorHAnsi" w:hAnsiTheme="minorHAnsi" w:cstheme="minorHAnsi"/>
                <w:sz w:val="20"/>
              </w:rPr>
              <w:t xml:space="preserve"> kabla o długości do 6 m. Pozycja nie obejmuje kosztów złącza.</w:t>
            </w:r>
          </w:p>
        </w:tc>
        <w:tc>
          <w:tcPr>
            <w:tcW w:w="708" w:type="dxa"/>
            <w:vAlign w:val="center"/>
          </w:tcPr>
          <w:p w14:paraId="5550A98E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12859C0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2ABEB00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35D6B8D1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217F3E2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97F32F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6035" w:type="dxa"/>
            <w:vAlign w:val="bottom"/>
          </w:tcPr>
          <w:p w14:paraId="0FD2B8F9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Koszt złącza ZK-3 RBL (schemat złącza kablowego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kablowego z fundamentem. Pozycja nie obejmuje kosztu uziemienia. (złącze z podstawami wraz z oszynowaniem lub okablowaniem, fundamentem oraz wyposażeniem w zwory lub wkładki bezpiecznikowe – zgodnie z projektem technicznym)</w:t>
            </w:r>
          </w:p>
        </w:tc>
        <w:tc>
          <w:tcPr>
            <w:tcW w:w="708" w:type="dxa"/>
            <w:vAlign w:val="center"/>
          </w:tcPr>
          <w:p w14:paraId="220EE560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30826134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14D7CCC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1B659C2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097D065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C68037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  <w:p w14:paraId="5D5A460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035" w:type="dxa"/>
            <w:vAlign w:val="bottom"/>
          </w:tcPr>
          <w:p w14:paraId="6B3E1552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linii lub przyłącza nN o długości do 1 m od złącza do złącza odbiorcy kablem do przekroju YAKXs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wprowadzenie i podłączenie kabla, ułożenie wymaganych zapasów kabla</w:t>
            </w:r>
          </w:p>
        </w:tc>
        <w:tc>
          <w:tcPr>
            <w:tcW w:w="708" w:type="dxa"/>
            <w:vAlign w:val="center"/>
          </w:tcPr>
          <w:p w14:paraId="47C4D842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65A9445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29B00B8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DED19A6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2B9E580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6035" w:type="dxa"/>
            <w:vAlign w:val="bottom"/>
          </w:tcPr>
          <w:p w14:paraId="74A38AE9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każdego następnego metra przyłącza nN powyżej 1 m kablem YAKXs 4x70 mm2 (długość przyłącza liczona wg rzutu na mapie i mnożona przez skalę).</w:t>
            </w:r>
          </w:p>
        </w:tc>
        <w:tc>
          <w:tcPr>
            <w:tcW w:w="708" w:type="dxa"/>
            <w:vAlign w:val="center"/>
          </w:tcPr>
          <w:p w14:paraId="4114F758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04" w:type="dxa"/>
          </w:tcPr>
          <w:p w14:paraId="5C61B79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2BCE21A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2AF3631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2BFDA7F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6035" w:type="dxa"/>
            <w:vAlign w:val="bottom"/>
          </w:tcPr>
          <w:p w14:paraId="3D2133C0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Uśredniony koszt zajęcia pasa drogowego (w tym wykonanie projektu organizacji ruchu) również w przypadku wystąpienia kilku decyzji o zajęciu pasa.</w:t>
            </w:r>
          </w:p>
        </w:tc>
        <w:tc>
          <w:tcPr>
            <w:tcW w:w="708" w:type="dxa"/>
            <w:vAlign w:val="center"/>
          </w:tcPr>
          <w:p w14:paraId="3DCB2D1C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kpl.</w:t>
            </w:r>
          </w:p>
        </w:tc>
        <w:tc>
          <w:tcPr>
            <w:tcW w:w="1204" w:type="dxa"/>
          </w:tcPr>
          <w:p w14:paraId="368E554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0D6A50E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956B51B" w14:textId="77777777" w:rsidTr="005B1721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56BEC214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6F284FA8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14:paraId="7884CA6D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0E1DEFA" w14:textId="77777777" w:rsidTr="005B1721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2E6E89E0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61AC31A3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25F91D3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2D6B3471" w14:textId="45300D44" w:rsidR="00973D85" w:rsidRDefault="00973D85" w:rsidP="00973D85">
      <w:pPr>
        <w:spacing w:before="120" w:after="120"/>
        <w:rPr>
          <w:rFonts w:cstheme="minorHAnsi"/>
          <w:b/>
        </w:rPr>
      </w:pPr>
    </w:p>
    <w:p w14:paraId="04C78C3A" w14:textId="77777777" w:rsidR="00973D85" w:rsidRDefault="00973D85" w:rsidP="00973D85">
      <w:pPr>
        <w:spacing w:before="120" w:after="120"/>
        <w:rPr>
          <w:rFonts w:cstheme="minorHAnsi"/>
          <w:b/>
        </w:rPr>
      </w:pPr>
    </w:p>
    <w:p w14:paraId="765B30E2" w14:textId="77777777" w:rsidR="00973D85" w:rsidRDefault="00973D85" w:rsidP="00973D85">
      <w:pPr>
        <w:spacing w:before="120" w:after="120"/>
        <w:rPr>
          <w:rFonts w:cstheme="minorHAnsi"/>
          <w:b/>
        </w:rPr>
      </w:pPr>
    </w:p>
    <w:p w14:paraId="236F4790" w14:textId="77777777" w:rsidR="00973D85" w:rsidRPr="00AD02FC" w:rsidRDefault="00973D85" w:rsidP="00973D85">
      <w:pPr>
        <w:spacing w:before="120" w:after="120"/>
        <w:rPr>
          <w:rFonts w:cstheme="minorHAnsi"/>
          <w:b/>
        </w:rPr>
      </w:pPr>
      <w:r w:rsidRPr="00AD02FC">
        <w:rPr>
          <w:rFonts w:cstheme="minorHAnsi"/>
          <w:b/>
        </w:rPr>
        <w:t>Pozostałe standardowe elementy przyłączy (CAD)</w:t>
      </w:r>
    </w:p>
    <w:tbl>
      <w:tblPr>
        <w:tblW w:w="9431" w:type="dxa"/>
        <w:tblInd w:w="6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603"/>
        <w:gridCol w:w="993"/>
        <w:gridCol w:w="1134"/>
        <w:gridCol w:w="1134"/>
      </w:tblGrid>
      <w:tr w:rsidR="00973D85" w:rsidRPr="00AD02FC" w14:paraId="04850736" w14:textId="77777777" w:rsidTr="005B1721">
        <w:trPr>
          <w:trHeight w:val="4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1923B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Lp.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7C43D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element sieci/składnik sieci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442EAC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jednostka miary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35375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Cena jednostkowa </w:t>
            </w:r>
          </w:p>
          <w:p w14:paraId="029A241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bez VAT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E671B0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Cena jednostkowa z VAT</w:t>
            </w:r>
          </w:p>
        </w:tc>
      </w:tr>
      <w:tr w:rsidR="00973D85" w:rsidRPr="00AD02FC" w14:paraId="1EAA8E34" w14:textId="77777777" w:rsidTr="005B172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E724C0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1DC79B9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236705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7D81AEE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731F9BD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5</w:t>
            </w:r>
          </w:p>
        </w:tc>
      </w:tr>
      <w:tr w:rsidR="00973D85" w:rsidRPr="00AD02FC" w14:paraId="2477456C" w14:textId="77777777" w:rsidTr="005B1721">
        <w:trPr>
          <w:trHeight w:val="671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01E278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 xml:space="preserve">Koszty budowy przyłączy napowietrznych nN i kablowych nN oraz linii kablowych i napowietrznych nN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FE00AB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D02FC">
              <w:rPr>
                <w:rFonts w:cstheme="minorHAnsi"/>
                <w:sz w:val="20"/>
                <w:szCs w:val="20"/>
              </w:rPr>
              <w:t>zł/szt.  zł/m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107D4B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D02FC">
              <w:rPr>
                <w:rFonts w:cstheme="minorHAnsi"/>
                <w:sz w:val="20"/>
                <w:szCs w:val="20"/>
              </w:rPr>
              <w:t>zł/szt.  zł/m</w:t>
            </w:r>
          </w:p>
        </w:tc>
      </w:tr>
      <w:tr w:rsidR="00973D85" w:rsidRPr="00AD02FC" w14:paraId="169F3EA2" w14:textId="77777777" w:rsidTr="005B1721">
        <w:trPr>
          <w:trHeight w:val="3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EFFC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73577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każdego następnego metra przyłącza nN powyżej 1 m kablem YAKXs 4x50 mm2 (długość przyłącza liczona wg rzutu na mapie i mnożona przez skalę).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B195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371CF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5F99E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073D5E81" w14:textId="77777777" w:rsidTr="005B1721">
        <w:trPr>
          <w:trHeight w:val="84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283E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BE1FC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linii lub przyłącza kablowego nN o długości do 1 m od słupa do złącza kablowo pomiarowego kablem YAKXs 4x120 mm2 lub YAKXs 4x240 mm2 (długość linii/przyłącza kablowego nN liczona wg rzutu na mapie i mnożona przez skalę). Pozycja obejmuje: ułożenie kabla na słupie, wprowadzenie i podłączenie kabla w złączu, ułożenie wymaganych zapasów kabla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92DB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FC26B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6614E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1274DAD" w14:textId="77777777" w:rsidTr="005B1721">
        <w:trPr>
          <w:trHeight w:val="7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F3A4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A9CB7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każdego następnego metra linii lub przyłącza kablowego nN powyżej 1 m kablem YAKXs 4x240 mm2 (długość linii/przyłącza kablowego nN liczona wg rzutu na mapie i mnożona przez skalę)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AEEC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57EB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F3E86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62F1C92" w14:textId="77777777" w:rsidTr="005B1721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B974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83A51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linii napowietrznej wykonanej przewodem od typu AsXSn 4x50mm2 do typu AsXSn 4x95mm2.</w:t>
            </w:r>
            <w:r w:rsidRPr="00AD02FC">
              <w:rPr>
                <w:rFonts w:cstheme="minorHAnsi"/>
              </w:rPr>
              <w:br/>
              <w:t>Pozycja obejmuje: uśredniony koszt za 1 m rzutu na mapie wraz z uwzględnieniem niezbędnego osprzętu  i niezbędnych materiałów do wyprowadzenia przewodu ze skrzynki stacyjnej na linię napowietrzną nN. do co najmniej pierwszego słupa w linii nN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20B1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9F7C9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7C936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0C5A002F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868048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budowy złącza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983644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60AA9D1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3B042ACE" w14:textId="77777777" w:rsidTr="005B1721">
        <w:trPr>
          <w:trHeight w:val="9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5C9B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845A1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szafki licznikowej SL1 (wyposażonej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kompletnej i okablowanej szafki.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3E45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8CAA7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735EA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6926657A" w14:textId="77777777" w:rsidTr="005B1721">
        <w:trPr>
          <w:trHeight w:val="83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AE26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C3A6C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szafki licznikowej wolnostojącej SL1 (wyposażonej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kompletnej i okablowanej szafki z fundamentem.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A132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9CC74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95FD6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695473D4" w14:textId="77777777" w:rsidTr="005B1721">
        <w:trPr>
          <w:trHeight w:val="12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FE11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B4583" w14:textId="77777777" w:rsidR="00973D85" w:rsidRPr="00CD226A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ZK-3 RBL + 1P (schemat złącza kablowo - pomiarowego wg. obowiązujących standardów technicznych złączy kablowych, kablowo-pomiarowych oraz złączy napowietrznych przyłączeniowych nN w PGE Dystrybucja S.A.).                                                   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68CB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B1B49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69790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5C6F1A22" w14:textId="77777777" w:rsidTr="005B1721">
        <w:trPr>
          <w:trHeight w:val="9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C830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A904E" w14:textId="77777777" w:rsidR="00973D85" w:rsidRPr="00CD226A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ZK-4 RBL +1P (schemat złącza kablowo-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F037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A49AE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D7BCB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0830FA82" w14:textId="77777777" w:rsidTr="005B1721">
        <w:trPr>
          <w:trHeight w:val="11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A74E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380A3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CD226A">
              <w:rPr>
                <w:rFonts w:cstheme="minorHAnsi"/>
              </w:rPr>
              <w:t xml:space="preserve">Koszt złącza ZK-4 +RBL +3P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</w:t>
            </w:r>
            <w:r w:rsidRPr="00CD226A">
              <w:rPr>
                <w:rFonts w:cstheme="minorHAnsi"/>
              </w:rPr>
              <w:lastRenderedPageBreak/>
              <w:t>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AA1F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C455C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1B6CF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F7B772E" w14:textId="77777777" w:rsidTr="005B1721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70379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D2647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ZK-5 RBL+3P 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24C2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40769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136E4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27C8CC7" w14:textId="77777777" w:rsidTr="005B1721">
        <w:trPr>
          <w:trHeight w:val="17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81F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EC679" w14:textId="77777777" w:rsidR="00973D85" w:rsidRPr="00CD226A" w:rsidRDefault="00973D85" w:rsidP="005B1721">
            <w:pPr>
              <w:ind w:left="-80" w:firstLine="80"/>
              <w:rPr>
                <w:rFonts w:ascii="Arial" w:hAnsi="Arial" w:cs="Arial"/>
                <w:szCs w:val="18"/>
              </w:rPr>
            </w:pPr>
            <w:r w:rsidRPr="00F36D6A">
              <w:rPr>
                <w:rFonts w:cstheme="minorHAnsi"/>
              </w:rPr>
              <w:t xml:space="preserve">Koszt złącza ZK-2 RBL +1P (schemat złącza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10BE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01EE1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17AE0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AC0D632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1F316B49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innych robót budowlanych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45EDA3D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48B249A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76CB28FB" w14:textId="77777777" w:rsidTr="005B1721">
        <w:trPr>
          <w:trHeight w:val="7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63B6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155A6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Koszt podłączenia złącza w miejscu istniejącego zapasu kabla YAKXs do przekroju  4x240 mm2 łącznie. Pozycja obejmuje: koszty odkopania zapasu, przecięcia i obrobienia końców kabla ,wprowadzenia do złącza.</w:t>
            </w:r>
            <w:r w:rsidRPr="00AD02FC">
              <w:rPr>
                <w:rFonts w:cstheme="minorHAnsi"/>
              </w:rPr>
              <w:br/>
              <w:t>Pozycja nie obejmuje kosztów złącza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FB7D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FC9A9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C31A0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4286F6C4" w14:textId="77777777" w:rsidTr="005B1721">
        <w:trPr>
          <w:trHeight w:val="6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0113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1DB94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każdego  metra bednarki (o przekroju wg projektu), układanej z kablem liczona według trasy kabla wraz z podłączeniem na obu końcach. UWAGA! Nie stosuje się łącznie z pozycją C tabeli C.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179D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0BBBA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2A658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2E72FE1" w14:textId="77777777" w:rsidTr="005B1721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5928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3DA6E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Koszt budowy złącza z wykonaniem wcinki w istniejący kabel YAKXs o przekroju od 4x35 mm2 do 4x70 mm2.</w:t>
            </w:r>
            <w:r w:rsidRPr="00AD02FC">
              <w:rPr>
                <w:rFonts w:cstheme="minorHAnsi"/>
              </w:rPr>
              <w:br/>
              <w:t>Pozycja obejmuje koszty: odkopania istniejącego kabla, zakupu i montażu mufy lub muf przelotowych wraz z zakupem i ułożeniem kabla o długości do 6 m. Pozycja nie obejmuje kosztów złącza.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F721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E7FAA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8791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F4B7A10" w14:textId="77777777" w:rsidTr="005B1721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48EE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BD8CF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F36D6A">
              <w:rPr>
                <w:rFonts w:cstheme="minorHAnsi"/>
              </w:rPr>
              <w:t>Koszt dostosowania układu półpośredniego w złączu lub stacji transformatorowej - 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97EA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4D87E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6315E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DF4BBB3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D966E1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budowy słupów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7F0922C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C87B9E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72E0B5B4" w14:textId="77777777" w:rsidTr="005B1721">
        <w:trPr>
          <w:trHeight w:val="84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18C8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81FD6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10,5/2,5 lub E 10,5/4,3 lub E 10,5/6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A089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E87D5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1E6A4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9889666" w14:textId="77777777" w:rsidTr="005B1721">
        <w:trPr>
          <w:trHeight w:val="8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7C14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DFF62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10,5/10 lub E 10,5/12 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B167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0A829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41ACA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AA2F86D" w14:textId="77777777" w:rsidTr="005B1721">
        <w:trPr>
          <w:trHeight w:val="62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E8ED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18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A8207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12/2,5 lub E 12/4,3 lub E 12/6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B420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C0C73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A70CC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EDEA2FC" w14:textId="77777777" w:rsidTr="005B1721">
        <w:trPr>
          <w:trHeight w:val="8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1534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490ED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12/10 lub E 12/12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8AE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0CA0D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829D7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3E4A0B7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E1F7A7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budowy dodatkowego wyposażenia w stacji SN/nN lub złączu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8A9BD5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42D1563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38C3ABCD" w14:textId="77777777" w:rsidTr="005B1721">
        <w:trPr>
          <w:trHeight w:val="6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6838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1371A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dobudowy pola nN w istniejącej rozdzielni stacyjnej słupowej, rozdzielni stacji wnętrzowej oraz istniejącym złączu kablowym  (wg. obowiązujących standardów technicznych złączy kablowych, kablowo-pomiarowych oraz złączy napowietrznych przyłączeniowych nN w PGE Dystrybucja S.A.)  wraz z oszynowaniem oraz wyposażeniem w zwory lub wkładki bezpiecznikowe.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B9E7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0BE42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3D3FC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C102DD1" w14:textId="77777777" w:rsidTr="005B1721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2A56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0104D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kablowo-pomiarowego RBL+1P Układ Półpośredni (wg. obowiązujących standardów technicznych złączy kablowych, kablowo-pomiarowych oraz złączy napowietrznych przyłączeniowych nN w PGE Dystrybucja S.A.).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E101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6B61E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987D6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F24CF64" w14:textId="77777777" w:rsidTr="005B1721">
        <w:trPr>
          <w:trHeight w:val="6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A6A6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05266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Montaż wyłącznika nadmiarowo – prądowego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5E54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28AC0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5D6CD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FDC023F" w14:textId="77777777" w:rsidTr="005B1721">
        <w:trPr>
          <w:trHeight w:val="6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5092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D884B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Demontaż, a następnie montaż nowego wyłącznika nadmiarowo – prądowego w nowej konfiguracji (przed układem pomiarowo – rozliczeniowym) z dostosowaniem i podłączeniem przewodów zasilających oraz montażem listwy zaciskowej LZ (instalacja w istniejących podstawach odpowiednich wkładek bezpiecznikowych bądź zwór)..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27EA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szt.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D1187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A3901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CDA8BB4" w14:textId="77777777" w:rsidTr="005B1721">
        <w:trPr>
          <w:trHeight w:val="4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F0BB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07937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Koszt wymiany transformatora na słupowej stacji transformatorowej lub we wnętrzowej stacji transformatorowej. Pozycja obejmuje: koszty transportu z miejsca magazynowania na miejsce instalacji oraz z miejsca demontażu do miejsca magazynowania, demontaż istniejącego transformatora, instalację i podłączenie nowego transformatora, wymianę wkładek bezpiecznikowych po stronie SN, ewentualną wymianę mostków pomiędzy podstawami bezpieczników SN a transformatorem oraz ewentualną wymianę głowic na kablach SN. Pozycja nie obejmuje kosztów zakupu transformatora.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70CD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73A5F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B2A7C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4BA252AE" w14:textId="77777777" w:rsidTr="005B1721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E442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90B6C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Wymiana przewodów łączących zaciski wtórne transformatora z rozdzielnią nN stacji transformatorowej na wykonane kablem typu YKXS 4x1x120 mm2 lub kablem typu YKXS 4x1x150 mm2. Pozycja obejmuje: demontaż istniejących przewodów wraz z osłoną rurową, koszt zakupu, dostawy na miejsce montażu,  instalację i podłączenie nowych przewodów wraz z osłoną rurową.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7E8C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E908A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FD047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422C6874" w14:textId="77777777" w:rsidTr="005B1721">
        <w:trPr>
          <w:trHeight w:val="4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AAF4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26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24CD9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Wymiana rozdzielni nN-0,4 kV słupowej stacji transformatorowej.</w:t>
            </w:r>
          </w:p>
          <w:p w14:paraId="15BADA74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Pozycja obejmuje: demontaż istniejącej rozdzielni, koszty zakupu, dostawy na miejsce montażu, instalację oraz podłączenie rozdzielni. Wyposażenie rozdzielni 5-polowej w zakresie 3 pól : rozłącznik główny listwowy lub RB (skrzynkowy, kasetowy) gr. 2, 3; trzy pola obwodowe typu listwowego lub typu RB (skrzynkowy, kasetowy) gr. 1 lub 2;  statystyczny pomiar energii, zgodny z aktualnymi wytycznymi obowiązującymi w GK PGE. Rozdzielnica musi posiadać możliwość rozbudowy do pięciu pól obwodowych.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B61C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C27CF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3FC9C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6F69BD0" w14:textId="77777777" w:rsidTr="005B1721">
        <w:trPr>
          <w:trHeight w:val="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FF48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27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5607F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Wymiana przewodów łączących rozdzielnicę nN z linią nN (pion obwodowy) na przewody izolowane (przekrój i typ wg projektu uzgodnionego w PGE) wraz z rurami</w:t>
            </w:r>
          </w:p>
          <w:p w14:paraId="1193C679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Pozycja obejmuje: demontaż istniejącego pionu wraz z rurami, montaż i obustronne podpięcie nowych przewodów wraz z rurami.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1DDB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143D9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8C21B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</w:tbl>
    <w:p w14:paraId="5DC439BA" w14:textId="77777777" w:rsidR="00973D85" w:rsidRPr="00AD02FC" w:rsidRDefault="00973D85" w:rsidP="00973D85">
      <w:pPr>
        <w:widowControl w:val="0"/>
        <w:tabs>
          <w:tab w:val="left" w:pos="284"/>
        </w:tabs>
        <w:spacing w:before="120"/>
        <w:jc w:val="center"/>
        <w:rPr>
          <w:rFonts w:cstheme="minorHAnsi"/>
          <w:b/>
          <w:bCs/>
          <w:u w:val="single"/>
          <w:lang w:val="x-none" w:eastAsia="x-none"/>
        </w:rPr>
      </w:pPr>
    </w:p>
    <w:p w14:paraId="4BE77321" w14:textId="77777777" w:rsidR="00973D85" w:rsidRPr="00AD02FC" w:rsidRDefault="00973D85" w:rsidP="00973D85">
      <w:pPr>
        <w:widowControl w:val="0"/>
        <w:tabs>
          <w:tab w:val="left" w:pos="284"/>
        </w:tabs>
        <w:spacing w:before="120"/>
        <w:rPr>
          <w:rFonts w:cstheme="minorHAnsi"/>
          <w:b/>
          <w:bCs/>
          <w:u w:val="single"/>
          <w:lang w:val="x-none" w:eastAsia="x-none"/>
        </w:rPr>
      </w:pPr>
      <w:r w:rsidRPr="00AD02FC">
        <w:rPr>
          <w:rFonts w:cstheme="minorHAnsi"/>
          <w:b/>
          <w:bCs/>
          <w:u w:val="single"/>
          <w:lang w:val="x-none" w:eastAsia="x-none"/>
        </w:rPr>
        <w:t>UWAGA!</w:t>
      </w:r>
    </w:p>
    <w:p w14:paraId="09389BAC" w14:textId="77777777" w:rsidR="00973D85" w:rsidRPr="00AD02FC" w:rsidRDefault="00973D85" w:rsidP="00973D85">
      <w:pPr>
        <w:widowControl w:val="0"/>
        <w:tabs>
          <w:tab w:val="left" w:pos="284"/>
        </w:tabs>
        <w:jc w:val="both"/>
        <w:rPr>
          <w:rFonts w:cstheme="minorHAnsi"/>
          <w:b/>
          <w:bCs/>
          <w:lang w:eastAsia="x-none"/>
        </w:rPr>
      </w:pPr>
      <w:r w:rsidRPr="00AD02FC">
        <w:rPr>
          <w:rFonts w:cstheme="minorHAnsi"/>
          <w:b/>
          <w:bCs/>
          <w:lang w:eastAsia="x-none"/>
        </w:rPr>
        <w:t xml:space="preserve">Jako cenę </w:t>
      </w:r>
      <w:r w:rsidRPr="00AD02FC">
        <w:rPr>
          <w:rFonts w:cstheme="minorHAnsi"/>
          <w:b/>
          <w:bCs/>
          <w:lang w:val="x-none" w:eastAsia="x-none"/>
        </w:rPr>
        <w:t>netto oferty</w:t>
      </w:r>
      <w:r w:rsidRPr="00AD02FC">
        <w:rPr>
          <w:rFonts w:cstheme="minorHAnsi"/>
          <w:b/>
          <w:bCs/>
          <w:lang w:eastAsia="x-none"/>
        </w:rPr>
        <w:t xml:space="preserve"> należy wpisać </w:t>
      </w:r>
      <w:r w:rsidRPr="00AD02FC">
        <w:rPr>
          <w:rFonts w:cstheme="minorHAnsi"/>
          <w:b/>
          <w:bCs/>
          <w:lang w:val="x-none" w:eastAsia="x-none"/>
        </w:rPr>
        <w:t>sum</w:t>
      </w:r>
      <w:r w:rsidRPr="00AD02FC">
        <w:rPr>
          <w:rFonts w:cstheme="minorHAnsi"/>
          <w:b/>
          <w:bCs/>
          <w:lang w:eastAsia="x-none"/>
        </w:rPr>
        <w:t>ę</w:t>
      </w:r>
      <w:r w:rsidRPr="00AD02FC">
        <w:rPr>
          <w:rFonts w:cstheme="minorHAnsi"/>
          <w:b/>
          <w:bCs/>
          <w:lang w:val="x-none" w:eastAsia="x-none"/>
        </w:rPr>
        <w:t xml:space="preserve"> cen elementów jednostkowych z tabel powyżej</w:t>
      </w:r>
      <w:r w:rsidRPr="00AD02FC">
        <w:rPr>
          <w:rFonts w:cstheme="minorHAnsi"/>
          <w:b/>
          <w:bCs/>
          <w:lang w:eastAsia="x-none"/>
        </w:rPr>
        <w:t xml:space="preserve"> (bez wyników podsumowania tabel częściowych)</w:t>
      </w:r>
      <w:r w:rsidRPr="00AD02FC">
        <w:rPr>
          <w:rFonts w:cstheme="minorHAnsi"/>
          <w:b/>
          <w:bCs/>
          <w:lang w:val="x-none" w:eastAsia="x-none"/>
        </w:rPr>
        <w:t>.</w:t>
      </w:r>
      <w:r w:rsidRPr="00AD02FC">
        <w:rPr>
          <w:rFonts w:cstheme="minorHAnsi"/>
          <w:b/>
          <w:bCs/>
          <w:lang w:eastAsia="x-none"/>
        </w:rPr>
        <w:t xml:space="preserve"> </w:t>
      </w:r>
      <w:r w:rsidRPr="00AD02FC">
        <w:rPr>
          <w:rFonts w:cstheme="minorHAnsi"/>
          <w:b/>
          <w:bCs/>
          <w:lang w:val="x-none" w:eastAsia="x-none"/>
        </w:rPr>
        <w:t xml:space="preserve">Wykonawca wypełnia wszystkie pozycje </w:t>
      </w:r>
      <w:r w:rsidRPr="00AD02FC">
        <w:rPr>
          <w:rFonts w:cstheme="minorHAnsi"/>
          <w:b/>
          <w:bCs/>
          <w:lang w:eastAsia="x-none"/>
        </w:rPr>
        <w:t>ww tabel</w:t>
      </w:r>
      <w:r w:rsidRPr="00AD02FC">
        <w:rPr>
          <w:rFonts w:cstheme="minorHAnsi"/>
          <w:b/>
          <w:bCs/>
          <w:lang w:val="x-none" w:eastAsia="x-none"/>
        </w:rPr>
        <w:t>.</w:t>
      </w:r>
    </w:p>
    <w:p w14:paraId="5BB8D16D" w14:textId="77777777" w:rsidR="00973D85" w:rsidRPr="00AD02FC" w:rsidRDefault="00973D85" w:rsidP="00973D85">
      <w:pPr>
        <w:widowControl w:val="0"/>
        <w:tabs>
          <w:tab w:val="left" w:pos="284"/>
        </w:tabs>
        <w:rPr>
          <w:rFonts w:cstheme="minorHAnsi"/>
          <w:b/>
          <w:bCs/>
          <w:lang w:eastAsia="x-none"/>
        </w:rPr>
      </w:pPr>
    </w:p>
    <w:p w14:paraId="5C47286C" w14:textId="21BDCDEF" w:rsidR="00973D85" w:rsidRPr="00AD02FC" w:rsidRDefault="00973D85" w:rsidP="00973D85">
      <w:pPr>
        <w:widowControl w:val="0"/>
        <w:adjustRightInd w:val="0"/>
        <w:jc w:val="both"/>
        <w:textAlignment w:val="baseline"/>
        <w:rPr>
          <w:rFonts w:cstheme="minorHAnsi"/>
          <w:bCs/>
          <w:snapToGrid w:val="0"/>
        </w:rPr>
      </w:pPr>
      <w:r w:rsidRPr="00AD02FC">
        <w:rPr>
          <w:rFonts w:cstheme="minorHAnsi"/>
          <w:bCs/>
          <w:snapToGrid w:val="0"/>
        </w:rPr>
        <w:t xml:space="preserve">Nawiązując do ogłoszenia o przetargu nieograniczonym na </w:t>
      </w:r>
      <w:r w:rsidRPr="00AD02FC">
        <w:rPr>
          <w:rFonts w:cstheme="minorHAnsi"/>
          <w:b/>
          <w:bCs/>
          <w:noProof/>
        </w:rPr>
        <w:fldChar w:fldCharType="begin"/>
      </w:r>
      <w:r w:rsidRPr="00AD02FC">
        <w:rPr>
          <w:rFonts w:cstheme="minorHAnsi"/>
          <w:b/>
          <w:bCs/>
          <w:noProof/>
        </w:rPr>
        <w:instrText xml:space="preserve"> MERGEFIELD nazwa_post </w:instrText>
      </w:r>
      <w:r w:rsidRPr="00AD02FC">
        <w:rPr>
          <w:rFonts w:cstheme="minorHAnsi"/>
          <w:b/>
          <w:bCs/>
          <w:noProof/>
        </w:rPr>
        <w:fldChar w:fldCharType="separate"/>
      </w:r>
      <w:r w:rsidR="008369E5" w:rsidRPr="00B7627D">
        <w:rPr>
          <w:rFonts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Jeziorna obszar R6: Miasto i Gmina Konstancin Jeziorna</w:t>
      </w:r>
      <w:r w:rsidRPr="00AD02FC">
        <w:rPr>
          <w:rFonts w:cstheme="minorHAnsi"/>
          <w:b/>
          <w:bCs/>
          <w:noProof/>
        </w:rPr>
        <w:fldChar w:fldCharType="end"/>
      </w:r>
      <w:r w:rsidRPr="00AD02FC">
        <w:rPr>
          <w:rFonts w:cstheme="minorHAnsi"/>
          <w:spacing w:val="-1"/>
        </w:rPr>
        <w:t>:</w:t>
      </w:r>
      <w:r w:rsidRPr="00AD02FC">
        <w:rPr>
          <w:rFonts w:cstheme="minorHAnsi"/>
        </w:rPr>
        <w:t xml:space="preserve">. Zamówienie będzie realizowane w okresie do </w:t>
      </w:r>
      <w:r w:rsidRPr="00CC3A01">
        <w:rPr>
          <w:rFonts w:cstheme="minorHAnsi"/>
          <w:b/>
          <w:noProof/>
        </w:rPr>
        <w:fldChar w:fldCharType="begin"/>
      </w:r>
      <w:r w:rsidRPr="00CC3A01">
        <w:rPr>
          <w:rFonts w:cstheme="minorHAnsi"/>
          <w:b/>
          <w:noProof/>
        </w:rPr>
        <w:instrText xml:space="preserve"> MERGEFIELD termin_realizacji </w:instrText>
      </w:r>
      <w:r w:rsidRPr="00CC3A01">
        <w:rPr>
          <w:rFonts w:cstheme="minorHAnsi"/>
          <w:b/>
          <w:noProof/>
        </w:rPr>
        <w:fldChar w:fldCharType="separate"/>
      </w:r>
      <w:r w:rsidR="008369E5" w:rsidRPr="00B7627D">
        <w:rPr>
          <w:rFonts w:cstheme="minorHAnsi"/>
          <w:b/>
          <w:noProof/>
        </w:rPr>
        <w:t>27.05.2027</w:t>
      </w:r>
      <w:r w:rsidRPr="00CC3A01">
        <w:rPr>
          <w:rFonts w:cstheme="minorHAnsi"/>
          <w:b/>
          <w:noProof/>
        </w:rPr>
        <w:fldChar w:fldCharType="end"/>
      </w:r>
      <w:r w:rsidRPr="00AD02FC">
        <w:rPr>
          <w:rFonts w:cstheme="minorHAnsi"/>
        </w:rPr>
        <w:t xml:space="preserve"> lub do wyczerpania kwoty limitu tj.  </w:t>
      </w:r>
      <w:r w:rsidRPr="00CC3A01">
        <w:rPr>
          <w:rFonts w:cstheme="minorHAnsi"/>
          <w:b/>
        </w:rPr>
        <w:t>1 500 000,00 zł netto</w:t>
      </w:r>
      <w:r>
        <w:rPr>
          <w:rFonts w:cstheme="minorHAnsi"/>
          <w:bCs/>
          <w:snapToGrid w:val="0"/>
        </w:rPr>
        <w:t xml:space="preserve"> </w:t>
      </w:r>
      <w:r w:rsidRPr="00AD02FC">
        <w:rPr>
          <w:rFonts w:cstheme="minorHAnsi"/>
          <w:bCs/>
          <w:snapToGrid w:val="0"/>
        </w:rPr>
        <w:t>- oferujemy wykonanie zamówienia, zgodnie z wymogami zawartymi w Specyfikacji Technicznej:</w:t>
      </w:r>
    </w:p>
    <w:p w14:paraId="33A892FF" w14:textId="77777777" w:rsidR="00973D85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  <w:snapToGrid w:val="0"/>
        </w:rPr>
      </w:pPr>
    </w:p>
    <w:p w14:paraId="56E85137" w14:textId="77777777" w:rsidR="00973D85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  <w:snapToGrid w:val="0"/>
        </w:rPr>
      </w:pPr>
    </w:p>
    <w:p w14:paraId="30E6B1AB" w14:textId="3AD34AC6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  <w:snapToGrid w:val="0"/>
        </w:rPr>
      </w:pPr>
      <w:r w:rsidRPr="00AD02FC">
        <w:rPr>
          <w:rFonts w:cstheme="minorHAnsi"/>
          <w:b/>
          <w:bCs/>
          <w:snapToGrid w:val="0"/>
        </w:rPr>
        <w:t>Cenę netto zł ................................... /słownie zł ...................................................................……………………………….</w:t>
      </w:r>
    </w:p>
    <w:p w14:paraId="1D3ABF52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</w:rPr>
      </w:pPr>
      <w:r w:rsidRPr="00AD02FC">
        <w:rPr>
          <w:rFonts w:cstheme="minorHAnsi"/>
          <w:b/>
          <w:bCs/>
        </w:rPr>
        <w:t>………………………………………………………………………………………………………………………………………………………………………….</w:t>
      </w:r>
    </w:p>
    <w:p w14:paraId="71CA6A3A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</w:rPr>
      </w:pPr>
      <w:r w:rsidRPr="00AD02FC">
        <w:rPr>
          <w:rFonts w:cstheme="minorHAnsi"/>
          <w:b/>
        </w:rPr>
        <w:t>Kwota VAT: zł …………………, wg stawki: …………… %</w:t>
      </w:r>
    </w:p>
    <w:p w14:paraId="7D5A312C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</w:rPr>
      </w:pPr>
      <w:r w:rsidRPr="00AD02FC">
        <w:rPr>
          <w:rFonts w:cstheme="minorHAnsi"/>
          <w:b/>
          <w:bCs/>
        </w:rPr>
        <w:t>Cenę brutto (cena netto + kwota VAT) zł ................................ /słownie zł .............................................................</w:t>
      </w:r>
    </w:p>
    <w:p w14:paraId="081D59CD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</w:rPr>
      </w:pPr>
      <w:r w:rsidRPr="00AD02FC">
        <w:rPr>
          <w:rFonts w:cstheme="minorHAnsi"/>
          <w:b/>
          <w:bCs/>
        </w:rPr>
        <w:t>………………………………………………………………………………………………………………………………………………………………………….</w:t>
      </w:r>
    </w:p>
    <w:p w14:paraId="690AC7D7" w14:textId="77777777" w:rsidR="00973D85" w:rsidRPr="00AD02FC" w:rsidRDefault="00973D85" w:rsidP="00973D85">
      <w:pPr>
        <w:widowControl w:val="0"/>
        <w:numPr>
          <w:ilvl w:val="0"/>
          <w:numId w:val="32"/>
        </w:numPr>
        <w:adjustRightInd w:val="0"/>
        <w:spacing w:after="60" w:line="276" w:lineRule="auto"/>
        <w:jc w:val="both"/>
        <w:textAlignment w:val="baseline"/>
        <w:rPr>
          <w:rFonts w:cstheme="minorHAnsi"/>
          <w:b/>
          <w:snapToGrid w:val="0"/>
        </w:rPr>
      </w:pPr>
      <w:r w:rsidRPr="00AD02FC">
        <w:rPr>
          <w:rFonts w:cstheme="minorHAnsi"/>
          <w:b/>
          <w:snapToGrid w:val="0"/>
        </w:rPr>
        <w:t xml:space="preserve">Udzielamy gwarancji i </w:t>
      </w:r>
      <w:r w:rsidRPr="00AD02FC">
        <w:rPr>
          <w:rFonts w:cstheme="minorHAnsi"/>
          <w:b/>
        </w:rPr>
        <w:t xml:space="preserve">rękojmi </w:t>
      </w:r>
      <w:r w:rsidRPr="00AD02FC">
        <w:rPr>
          <w:rFonts w:cstheme="minorHAnsi"/>
        </w:rPr>
        <w:t>na okres 36 miesięcy na wykonany przedmiot umowy wraz z zamontowanymi urządzeniami, licząc od daty podpisania przez Zamawiającego protokołu odbioru każdego przyłącza.</w:t>
      </w:r>
    </w:p>
    <w:p w14:paraId="5DA1700D" w14:textId="77777777" w:rsidR="00973D85" w:rsidRPr="00AD02FC" w:rsidRDefault="00973D85" w:rsidP="00973D85">
      <w:pPr>
        <w:widowControl w:val="0"/>
        <w:numPr>
          <w:ilvl w:val="0"/>
          <w:numId w:val="32"/>
        </w:numPr>
        <w:adjustRightInd w:val="0"/>
        <w:spacing w:after="60" w:line="276" w:lineRule="auto"/>
        <w:jc w:val="both"/>
        <w:textAlignment w:val="baseline"/>
        <w:rPr>
          <w:rFonts w:cstheme="minorHAnsi"/>
          <w:b/>
          <w:snapToGrid w:val="0"/>
        </w:rPr>
      </w:pPr>
      <w:r w:rsidRPr="00AD02FC">
        <w:rPr>
          <w:rFonts w:cstheme="minorHAnsi"/>
          <w:b/>
          <w:snapToGrid w:val="0"/>
        </w:rPr>
        <w:t>Oświadczenia Wykonawcy.</w:t>
      </w:r>
    </w:p>
    <w:p w14:paraId="1554809C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Zobowiązuję się do realizacji przyłączy w terminach określonych wg zasad zawartych w załącznikach do </w:t>
      </w:r>
      <w:r>
        <w:rPr>
          <w:rFonts w:cstheme="minorHAnsi"/>
        </w:rPr>
        <w:t>SWZ</w:t>
      </w:r>
      <w:r w:rsidRPr="00AD02FC">
        <w:rPr>
          <w:rFonts w:cstheme="minorHAnsi"/>
        </w:rPr>
        <w:t>: „Projekt umowy” oraz „Istotne warunki zamówienia”.</w:t>
      </w:r>
    </w:p>
    <w:p w14:paraId="65D6AB00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Akceptuję termin płatności i sposób jej realizacji określonych w załącznikach do </w:t>
      </w:r>
      <w:r>
        <w:rPr>
          <w:rFonts w:cstheme="minorHAnsi"/>
        </w:rPr>
        <w:t>SWZ</w:t>
      </w:r>
      <w:r w:rsidRPr="00AD02FC">
        <w:rPr>
          <w:rFonts w:cstheme="minorHAnsi"/>
        </w:rPr>
        <w:t>: „Projekt umowy” oraz „Istotne warunki zamówienia”.</w:t>
      </w:r>
    </w:p>
    <w:p w14:paraId="776B0007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Akceptuję wskazany w </w:t>
      </w:r>
      <w:r>
        <w:rPr>
          <w:rFonts w:cstheme="minorHAnsi"/>
        </w:rPr>
        <w:t>SWZ</w:t>
      </w:r>
      <w:r w:rsidRPr="00AD02FC">
        <w:rPr>
          <w:rFonts w:cstheme="minorHAnsi"/>
        </w:rPr>
        <w:t xml:space="preserve"> okres związania ofertą tj. </w:t>
      </w:r>
      <w:r>
        <w:rPr>
          <w:rFonts w:cstheme="minorHAnsi"/>
        </w:rPr>
        <w:t>45</w:t>
      </w:r>
      <w:r w:rsidRPr="00AD02FC">
        <w:rPr>
          <w:rFonts w:cstheme="minorHAnsi"/>
        </w:rPr>
        <w:t xml:space="preserve"> dni oraz wzór umowy stanowiący załącznik nr 5 do </w:t>
      </w:r>
      <w:r>
        <w:rPr>
          <w:rFonts w:cstheme="minorHAnsi"/>
        </w:rPr>
        <w:t>SWZ</w:t>
      </w:r>
      <w:r w:rsidRPr="00AD02FC">
        <w:rPr>
          <w:rFonts w:cstheme="minorHAnsi"/>
        </w:rPr>
        <w:t>.</w:t>
      </w:r>
    </w:p>
    <w:p w14:paraId="5EED155C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Oświadczam, że załączone do oferty dokumenty przedstawiają stan prawny i faktyczny, aktualny na dzień złożenia oferty (za składanie nieprawdziwych informacji Wykonawca odpowiada zgodnie z art. 270 KK). </w:t>
      </w:r>
    </w:p>
    <w:p w14:paraId="48595E56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lastRenderedPageBreak/>
        <w:t xml:space="preserve"> </w:t>
      </w:r>
      <w:r w:rsidRPr="00AD02FC">
        <w:rPr>
          <w:rFonts w:cstheme="minorHAnsi"/>
        </w:rPr>
        <w:tab/>
        <w:t xml:space="preserve">Oświadczam, że oferta nie zawiera/zawiera informacje stanowiące tajemnicę przedsiębiorstwa.  </w:t>
      </w:r>
    </w:p>
    <w:p w14:paraId="30058E6E" w14:textId="2068DF13" w:rsidR="00973D85" w:rsidRPr="00AD02FC" w:rsidRDefault="00973D85" w:rsidP="00451564">
      <w:pPr>
        <w:widowControl w:val="0"/>
        <w:adjustRightInd w:val="0"/>
        <w:spacing w:after="60" w:line="276" w:lineRule="auto"/>
        <w:ind w:left="574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 </w:t>
      </w:r>
      <w:r w:rsidRPr="00AD02FC">
        <w:rPr>
          <w:rFonts w:cstheme="minorHAnsi"/>
        </w:rPr>
        <w:tab/>
        <w:t>Informacje poufne są zawarte na następujących stronach oferty …………………… i zostały opatrzone napisem  „POUFNE”.</w:t>
      </w:r>
    </w:p>
    <w:p w14:paraId="6035EF78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Oświadczamy, że zapoznaliśmy się z zasadami określonymi w Kodeksie Postępowania dla Partnerów Biznesowych PGE Dystrybucja S.A. oraz Dobrych Praktykach Zakupowych PGE Dystrybucja S.A. w Instrukcji organizacji bezpiecznej pracy w sieci dystrybucyjnej, w Wytycznych do budowy systemów elektroenergetycznych rekomendowanych w PGE Dystrybucja S.A., w Zasadach prowadzenia prac przy budowie lub przebudowie stacji i linii elektroenergetycznych.</w:t>
      </w:r>
    </w:p>
    <w:p w14:paraId="1030C2D0" w14:textId="77777777" w:rsidR="00973D85" w:rsidRPr="00AD02FC" w:rsidRDefault="00973D85" w:rsidP="00973D85">
      <w:pPr>
        <w:widowControl w:val="0"/>
        <w:adjustRightInd w:val="0"/>
        <w:spacing w:after="60" w:line="276" w:lineRule="auto"/>
        <w:ind w:left="709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W przypadku wyboru naszej Oferty/Oferty ostatecznej zapewniamy, że w swojej działalności będziemy przestrzegać wszystkich obowiązujących przepisów prawa oraz postanowień wyżej wymienionych dokumentów.</w:t>
      </w:r>
    </w:p>
    <w:p w14:paraId="39AE4E79" w14:textId="77777777" w:rsidR="00973D85" w:rsidRPr="00AD02FC" w:rsidRDefault="00973D85" w:rsidP="00973D85">
      <w:pPr>
        <w:widowControl w:val="0"/>
        <w:adjustRightInd w:val="0"/>
        <w:spacing w:after="60" w:line="276" w:lineRule="auto"/>
        <w:ind w:left="709" w:hanging="1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Oświadczamy, że dołożymy należytej staranności, aby nasi pracownicy, współpracownicy, podwykonawcy lub osoby, przy pomocy których będziemy świadczyć usługi/ dostawy/ roboty budowlane przestrzegali postanowień wyżej wymienionych dokumentów.</w:t>
      </w:r>
    </w:p>
    <w:p w14:paraId="6F055889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Zamówienie </w:t>
      </w:r>
      <w:r w:rsidRPr="00AD02FC">
        <w:rPr>
          <w:rFonts w:cstheme="minorHAnsi"/>
          <w:b/>
        </w:rPr>
        <w:t>wykonamy samodzielnie/ przy udziale podwykonawcy ………………………………………………………. zamierzamy zlecić …………………………………………………………………………………………………………</w:t>
      </w:r>
      <w:r w:rsidRPr="00AD02FC">
        <w:rPr>
          <w:rFonts w:cstheme="minorHAnsi"/>
        </w:rPr>
        <w:t>…………………..</w:t>
      </w:r>
    </w:p>
    <w:p w14:paraId="3B228524" w14:textId="77777777" w:rsidR="00973D85" w:rsidRPr="00AD02FC" w:rsidRDefault="00973D85" w:rsidP="00973D85">
      <w:pPr>
        <w:widowControl w:val="0"/>
        <w:adjustRightInd w:val="0"/>
        <w:spacing w:after="60" w:line="276" w:lineRule="auto"/>
        <w:jc w:val="both"/>
        <w:textAlignment w:val="baseline"/>
        <w:rPr>
          <w:rFonts w:cstheme="minorHAnsi"/>
        </w:rPr>
      </w:pPr>
      <w:r w:rsidRPr="00AD02FC">
        <w:rPr>
          <w:rFonts w:cstheme="minorHAnsi"/>
          <w:b/>
          <w:snapToGrid w:val="0"/>
        </w:rPr>
        <w:t>Załączniki do oferty:</w:t>
      </w:r>
    </w:p>
    <w:p w14:paraId="365A9C35" w14:textId="77777777" w:rsidR="00973D85" w:rsidRPr="00AD02FC" w:rsidRDefault="00973D85" w:rsidP="00973D85">
      <w:pPr>
        <w:widowControl w:val="0"/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after="0" w:line="276" w:lineRule="auto"/>
        <w:ind w:left="426" w:hanging="426"/>
        <w:jc w:val="both"/>
        <w:textAlignment w:val="baseline"/>
        <w:rPr>
          <w:rFonts w:cstheme="minorHAnsi"/>
        </w:rPr>
      </w:pPr>
    </w:p>
    <w:p w14:paraId="4D2766D5" w14:textId="77777777" w:rsidR="00973D85" w:rsidRPr="00AD02FC" w:rsidRDefault="00973D85" w:rsidP="00973D85">
      <w:pPr>
        <w:widowControl w:val="0"/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after="0" w:line="276" w:lineRule="auto"/>
        <w:ind w:left="426" w:hanging="426"/>
        <w:jc w:val="both"/>
        <w:textAlignment w:val="baseline"/>
        <w:rPr>
          <w:rFonts w:cstheme="minorHAnsi"/>
        </w:rPr>
      </w:pPr>
    </w:p>
    <w:p w14:paraId="7BA0E173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left="709" w:hanging="709"/>
        <w:jc w:val="both"/>
        <w:rPr>
          <w:rFonts w:cstheme="minorHAnsi"/>
        </w:rPr>
      </w:pPr>
    </w:p>
    <w:p w14:paraId="65F60471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2A155312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0F20A239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71FC1F86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70524812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1FA3C610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68F22076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2BD4481A" w14:textId="77777777" w:rsidR="00973D85" w:rsidRPr="00AD02FC" w:rsidRDefault="00973D85" w:rsidP="00973D85">
      <w:pPr>
        <w:widowControl w:val="0"/>
        <w:adjustRightInd w:val="0"/>
        <w:spacing w:line="360" w:lineRule="atLeast"/>
        <w:textAlignment w:val="baseline"/>
        <w:rPr>
          <w:rFonts w:cstheme="minorHAnsi"/>
          <w:b/>
        </w:rPr>
      </w:pPr>
      <w:r w:rsidRPr="00AD02FC">
        <w:rPr>
          <w:rFonts w:cstheme="minorHAnsi"/>
          <w:b/>
        </w:rPr>
        <w:t>Zaleca się określenie zawartości oferty poprzez uzupełnienie poniższego zapisu:</w:t>
      </w:r>
    </w:p>
    <w:p w14:paraId="09DEE33E" w14:textId="77777777" w:rsidR="00973D85" w:rsidRPr="00AD02FC" w:rsidRDefault="00973D85" w:rsidP="00973D85">
      <w:pPr>
        <w:widowControl w:val="0"/>
        <w:adjustRightInd w:val="0"/>
        <w:spacing w:line="360" w:lineRule="atLeast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Załącznik do oferty zawierają ........... zapisanych stron, podpisanych i ponumerowanych zgodnie z wymogami </w:t>
      </w:r>
      <w:r>
        <w:rPr>
          <w:rFonts w:cstheme="minorHAnsi"/>
        </w:rPr>
        <w:t>SWZ</w:t>
      </w:r>
      <w:r w:rsidRPr="00AD02FC">
        <w:rPr>
          <w:rFonts w:cstheme="minorHAnsi"/>
        </w:rPr>
        <w:t>.</w:t>
      </w:r>
    </w:p>
    <w:p w14:paraId="46C0742D" w14:textId="77777777" w:rsidR="00973D85" w:rsidRPr="00AD02FC" w:rsidRDefault="00973D85" w:rsidP="00973D85">
      <w:pPr>
        <w:widowControl w:val="0"/>
        <w:adjustRightInd w:val="0"/>
        <w:spacing w:before="720" w:line="360" w:lineRule="atLeast"/>
        <w:ind w:right="4392"/>
        <w:jc w:val="center"/>
        <w:textAlignment w:val="baseline"/>
        <w:rPr>
          <w:rFonts w:cstheme="minorHAnsi"/>
        </w:rPr>
      </w:pPr>
      <w:r w:rsidRPr="00AD02FC">
        <w:rPr>
          <w:rFonts w:cstheme="minorHAnsi"/>
        </w:rPr>
        <w:t>…………………………………………………………….</w:t>
      </w:r>
    </w:p>
    <w:p w14:paraId="6035B418" w14:textId="58DBB0F2" w:rsidR="00973D85" w:rsidRDefault="00973D85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  <w:r w:rsidRPr="00AD02FC">
        <w:rPr>
          <w:rFonts w:cstheme="minorHAnsi"/>
          <w:i/>
        </w:rPr>
        <w:t>(data i podpis osoby uprawnionej do składania oświadczeń woli w imieniu Wykonawcy)</w:t>
      </w:r>
    </w:p>
    <w:p w14:paraId="7F20080E" w14:textId="091FB38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036D155" w14:textId="63EE32A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41A281B" w14:textId="37B4B9F3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B4E6B68" w14:textId="782D9DA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9052BDE" w14:textId="2038ABF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92AA42F" w14:textId="28C2A76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7EB42FB" w14:textId="77777777" w:rsidR="00997374" w:rsidRDefault="00997374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C4A89B6" w14:textId="77777777" w:rsidR="00997374" w:rsidRDefault="00997374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5FC1D6ED" w14:textId="77777777" w:rsidR="00997374" w:rsidRDefault="00997374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8F6671F" w14:textId="4E4438E1" w:rsidR="00511D6E" w:rsidRDefault="00511D6E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05D3E895" w14:textId="545FFED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9F432A3" w14:textId="77777777" w:rsidR="00511D6E" w:rsidRDefault="00511D6E" w:rsidP="00511D6E">
      <w:pPr>
        <w:ind w:left="2552" w:hanging="2552"/>
        <w:jc w:val="right"/>
        <w:rPr>
          <w:rFonts w:ascii="Verdana" w:eastAsia="Verdana" w:hAnsi="Verdana" w:cs="Times New Roman"/>
          <w:b/>
        </w:rPr>
      </w:pPr>
      <w:r>
        <w:rPr>
          <w:rFonts w:ascii="Verdana" w:eastAsia="Verdana" w:hAnsi="Verdana" w:cs="Times New Roman"/>
          <w:b/>
        </w:rPr>
        <w:t>ZAŁĄCZNIK NR 6</w:t>
      </w:r>
      <w:r w:rsidRPr="00CC7E12">
        <w:rPr>
          <w:rFonts w:ascii="Verdana" w:eastAsia="Verdana" w:hAnsi="Verdana" w:cs="Times New Roman"/>
          <w:b/>
        </w:rPr>
        <w:t xml:space="preserve"> DO SWZ –  OŚWIADCZENIE O BRAKU PODSTAW WYKLUCZENIA NA PODSTAWIE PRZESŁANEK WSKAZANYCH W PRZEPISACH USTAWY O SZCZEGÓLNYCH ROZWIĄZANIACH W ZAKRESIE PRZECIWDZIAŁANIA WSPIERANIU AGRESJI NA UKRAINĘ ORAZ ROZPORZĄDZENIA (UE) 2022/576 </w:t>
      </w:r>
      <w:r>
        <w:rPr>
          <w:rFonts w:ascii="Verdana" w:eastAsia="Verdana" w:hAnsi="Verdana" w:cs="Times New Roman"/>
          <w:b/>
        </w:rPr>
        <w:t xml:space="preserve">Z DNIA 8 KWIETNIA 2022 R. </w:t>
      </w:r>
    </w:p>
    <w:p w14:paraId="484761FE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p w14:paraId="758731C0" w14:textId="77777777" w:rsidR="00511D6E" w:rsidRPr="00535E9B" w:rsidRDefault="00511D6E" w:rsidP="00511D6E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511D6E" w:rsidRPr="006B56FD" w14:paraId="065BA8F9" w14:textId="77777777" w:rsidTr="005B1721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5E8C82D7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4F84681E" w14:textId="77777777" w:rsidR="00511D6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259B23F6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4BBF5EC5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7A39392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29610003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94A40D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0A74CF5" w14:textId="77777777" w:rsidR="00511D6E" w:rsidRPr="006B56FD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2D401159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63B9C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54897818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38D11D8E" w14:textId="77777777" w:rsidR="00511D6E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  <w:p w14:paraId="496790E0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52DB55F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6593C8BD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7188E295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2B696BDC" w14:textId="77777777" w:rsidR="00511D6E" w:rsidRPr="006B56FD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056E07F7" w14:textId="77777777" w:rsidR="00511D6E" w:rsidRDefault="00511D6E" w:rsidP="00511D6E">
      <w:pPr>
        <w:rPr>
          <w:rFonts w:ascii="Verdana" w:eastAsia="Verdana" w:hAnsi="Verdana" w:cs="Times New Roman"/>
          <w:b/>
        </w:rPr>
      </w:pPr>
    </w:p>
    <w:p w14:paraId="69344859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15C87253" w14:textId="77777777" w:rsidR="00511D6E" w:rsidRPr="00CC7E12" w:rsidRDefault="00511D6E" w:rsidP="00511D6E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45D69485" w14:textId="77777777" w:rsidR="00511D6E" w:rsidRPr="00B67D39" w:rsidRDefault="00511D6E" w:rsidP="00511D6E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540C9F43" w14:textId="77777777" w:rsidR="00511D6E" w:rsidRPr="00B67D39" w:rsidRDefault="00511D6E" w:rsidP="00511D6E">
      <w:pPr>
        <w:rPr>
          <w:rFonts w:eastAsia="Verdana" w:cs="Times New Roman"/>
          <w:szCs w:val="18"/>
        </w:rPr>
      </w:pPr>
    </w:p>
    <w:p w14:paraId="0346AB3B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49239A66" w14:textId="77777777" w:rsidR="00511D6E" w:rsidRPr="00CC7E12" w:rsidRDefault="00511D6E" w:rsidP="00511D6E">
      <w:pPr>
        <w:jc w:val="both"/>
        <w:rPr>
          <w:rFonts w:cstheme="minorHAnsi"/>
        </w:rPr>
      </w:pPr>
    </w:p>
    <w:p w14:paraId="75E71C16" w14:textId="72AEE056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>
        <w:rPr>
          <w:rFonts w:cstheme="minorHAnsi"/>
          <w:b/>
          <w:i/>
        </w:rPr>
        <w:fldChar w:fldCharType="begin"/>
      </w:r>
      <w:r>
        <w:rPr>
          <w:rFonts w:cstheme="minorHAnsi"/>
          <w:b/>
          <w:i/>
        </w:rPr>
        <w:instrText xml:space="preserve"> MERGEFIELD nazwa_post </w:instrText>
      </w:r>
      <w:r>
        <w:rPr>
          <w:rFonts w:cstheme="minorHAnsi"/>
          <w:b/>
          <w:i/>
        </w:rPr>
        <w:fldChar w:fldCharType="separate"/>
      </w:r>
      <w:r w:rsidR="008369E5" w:rsidRPr="00B7627D">
        <w:rPr>
          <w:rFonts w:cstheme="minorHAnsi"/>
          <w:b/>
          <w:i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Jeziorna obszar R6: Miasto i Gmina Konstancin Jeziorna</w:t>
      </w:r>
      <w:r>
        <w:rPr>
          <w:rFonts w:cstheme="minorHAnsi"/>
          <w:b/>
          <w:i/>
        </w:rPr>
        <w:fldChar w:fldCharType="end"/>
      </w:r>
      <w:r w:rsidRPr="00CC7E12">
        <w:rPr>
          <w:rFonts w:cstheme="minorHAnsi"/>
        </w:rPr>
        <w:t xml:space="preserve">, nr </w:t>
      </w:r>
      <w:r>
        <w:rPr>
          <w:rFonts w:cstheme="minorHAnsi"/>
          <w:b/>
        </w:rPr>
        <w:fldChar w:fldCharType="begin"/>
      </w:r>
      <w:r>
        <w:rPr>
          <w:rFonts w:cstheme="minorHAnsi"/>
          <w:b/>
        </w:rPr>
        <w:instrText xml:space="preserve"> MERGEFIELD nr_postepowania </w:instrText>
      </w:r>
      <w:r>
        <w:rPr>
          <w:rFonts w:cstheme="minorHAnsi"/>
          <w:b/>
        </w:rPr>
        <w:fldChar w:fldCharType="separate"/>
      </w:r>
      <w:r w:rsidR="008369E5" w:rsidRPr="00B7627D">
        <w:rPr>
          <w:rFonts w:cstheme="minorHAnsi"/>
          <w:b/>
          <w:noProof/>
        </w:rPr>
        <w:t>POST/DYS/OW/GZ/04232/2025</w:t>
      </w:r>
      <w:r>
        <w:rPr>
          <w:rFonts w:cstheme="minorHAnsi"/>
          <w:b/>
        </w:rPr>
        <w:fldChar w:fldCharType="end"/>
      </w:r>
      <w:r w:rsidRPr="00CC7E12">
        <w:rPr>
          <w:rFonts w:cstheme="minorHAnsi"/>
        </w:rPr>
        <w:t xml:space="preserve">, prowadzonego przez </w:t>
      </w:r>
      <w:r w:rsidRPr="00733F6D">
        <w:rPr>
          <w:rFonts w:cstheme="minorHAnsi"/>
        </w:rPr>
        <w:t>PGE Dystrybucja S.A. Oddział Warszawa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E2D7174" w14:textId="77777777" w:rsidR="00511D6E" w:rsidRPr="00CC7E12" w:rsidRDefault="00511D6E" w:rsidP="00511D6E">
      <w:pPr>
        <w:jc w:val="both"/>
        <w:rPr>
          <w:rFonts w:cstheme="minorHAnsi"/>
        </w:rPr>
      </w:pPr>
    </w:p>
    <w:p w14:paraId="7066338C" w14:textId="77777777" w:rsidR="00511D6E" w:rsidRPr="00CC7E12" w:rsidRDefault="00511D6E" w:rsidP="00511D6E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1BD47BD8" w14:textId="44B2CD74" w:rsidR="00511D6E" w:rsidRPr="000D3311" w:rsidRDefault="00511D6E" w:rsidP="00511D6E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CC7E12">
        <w:rPr>
          <w:rFonts w:cstheme="minorHAnsi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</w:t>
      </w:r>
      <w:r w:rsidRPr="002C2C2F">
        <w:rPr>
          <w:rFonts w:cstheme="minorHAnsi"/>
        </w:rPr>
        <w:t>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2C2C2F">
        <w:rPr>
          <w:rFonts w:cstheme="minorHAnsi"/>
          <w:vertAlign w:val="superscript"/>
        </w:rPr>
        <w:footnoteReference w:id="2"/>
      </w:r>
    </w:p>
    <w:p w14:paraId="1A80A758" w14:textId="53B2ED44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12453D9F" w14:textId="502A2F58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7D672C17" w14:textId="392C2EBB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6F0983A3" w14:textId="7DC4A408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7BD5BB91" w14:textId="2F08BBDC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7D1BA350" w14:textId="77777777" w:rsidR="000D3311" w:rsidRPr="002C2C2F" w:rsidRDefault="000D3311" w:rsidP="000D3311">
      <w:pPr>
        <w:spacing w:after="0" w:line="288" w:lineRule="auto"/>
        <w:ind w:left="284"/>
        <w:jc w:val="both"/>
        <w:rPr>
          <w:rFonts w:cstheme="minorHAnsi"/>
          <w:bCs/>
        </w:rPr>
      </w:pPr>
    </w:p>
    <w:p w14:paraId="419FDC38" w14:textId="77777777" w:rsidR="00511D6E" w:rsidRPr="002C2C2F" w:rsidRDefault="00511D6E" w:rsidP="00511D6E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(Dz. U. poz. 835)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3"/>
      </w:r>
    </w:p>
    <w:p w14:paraId="2CD02683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PODWYKONAWCY, NA KTÓREGO PRZYPADA PONAD 10% WARTOŚCI ZAMÓWIENIA:</w:t>
      </w:r>
    </w:p>
    <w:p w14:paraId="48624515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D011A21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2E546C95" w14:textId="1D30A9C4" w:rsidR="00511D6E" w:rsidRDefault="00511D6E" w:rsidP="00511D6E">
      <w:pPr>
        <w:jc w:val="both"/>
        <w:rPr>
          <w:rFonts w:cstheme="minorHAnsi"/>
        </w:rPr>
      </w:pPr>
    </w:p>
    <w:p w14:paraId="6EED84B7" w14:textId="4002E552" w:rsidR="000D3311" w:rsidRDefault="000D3311" w:rsidP="00511D6E">
      <w:pPr>
        <w:jc w:val="both"/>
        <w:rPr>
          <w:rFonts w:cstheme="minorHAnsi"/>
        </w:rPr>
      </w:pPr>
    </w:p>
    <w:p w14:paraId="4A244365" w14:textId="77777777" w:rsidR="000D3311" w:rsidRPr="00CC7E12" w:rsidRDefault="000D3311" w:rsidP="00511D6E">
      <w:pPr>
        <w:jc w:val="both"/>
        <w:rPr>
          <w:rFonts w:cstheme="minorHAnsi"/>
        </w:rPr>
      </w:pPr>
    </w:p>
    <w:p w14:paraId="77D66F0F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786F97F8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6C25F94E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07DA1B0D" w14:textId="37188322" w:rsidR="00511D6E" w:rsidRDefault="00511D6E" w:rsidP="00511D6E">
      <w:pPr>
        <w:jc w:val="both"/>
        <w:rPr>
          <w:rFonts w:cstheme="minorHAnsi"/>
          <w:i/>
        </w:rPr>
      </w:pPr>
    </w:p>
    <w:p w14:paraId="426B86CB" w14:textId="77777777" w:rsidR="000D3311" w:rsidRPr="00CC7E12" w:rsidRDefault="000D3311" w:rsidP="00511D6E">
      <w:pPr>
        <w:jc w:val="both"/>
        <w:rPr>
          <w:rFonts w:cstheme="minorHAnsi"/>
          <w:i/>
        </w:rPr>
      </w:pPr>
    </w:p>
    <w:p w14:paraId="554C82FC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7349DF67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0C54CC" w14:textId="6529291E" w:rsidR="00511D6E" w:rsidRDefault="00511D6E" w:rsidP="00511D6E">
      <w:pPr>
        <w:jc w:val="both"/>
        <w:rPr>
          <w:rFonts w:cstheme="minorHAnsi"/>
        </w:rPr>
      </w:pPr>
    </w:p>
    <w:p w14:paraId="3775AAF8" w14:textId="74876C46" w:rsidR="000D3311" w:rsidRPr="00CC7E12" w:rsidRDefault="000D3311" w:rsidP="00511D6E">
      <w:pPr>
        <w:jc w:val="both"/>
        <w:rPr>
          <w:rFonts w:cstheme="minorHAnsi"/>
        </w:rPr>
      </w:pPr>
    </w:p>
    <w:p w14:paraId="181E02FC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52652E2D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0EA949C5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0F7FC0BE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3311F903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lastRenderedPageBreak/>
        <w:t>2) ...................................................................................................................................................</w:t>
      </w:r>
    </w:p>
    <w:p w14:paraId="538AC693" w14:textId="77777777" w:rsidR="00511D6E" w:rsidRPr="00CC7E12" w:rsidRDefault="00511D6E" w:rsidP="00511D6E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0DF0D11E" w14:textId="77777777" w:rsidR="00511D6E" w:rsidRPr="00CC7E12" w:rsidRDefault="00511D6E" w:rsidP="00511D6E">
      <w:pPr>
        <w:jc w:val="both"/>
        <w:rPr>
          <w:rFonts w:cstheme="minorHAnsi"/>
          <w:sz w:val="16"/>
        </w:rPr>
      </w:pPr>
    </w:p>
    <w:p w14:paraId="6A932BF6" w14:textId="77777777" w:rsidR="00511D6E" w:rsidRDefault="00511D6E" w:rsidP="00511D6E">
      <w:pPr>
        <w:rPr>
          <w:rFonts w:cstheme="minorHAnsi"/>
        </w:rPr>
      </w:pPr>
    </w:p>
    <w:p w14:paraId="2B0A61D2" w14:textId="77777777" w:rsidR="00511D6E" w:rsidRDefault="00511D6E" w:rsidP="00511D6E">
      <w:pPr>
        <w:rPr>
          <w:rFonts w:cstheme="minorHAnsi"/>
        </w:rPr>
      </w:pPr>
    </w:p>
    <w:p w14:paraId="48578CE1" w14:textId="77777777" w:rsidR="00511D6E" w:rsidRPr="009C2468" w:rsidRDefault="00511D6E" w:rsidP="00511D6E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61C47A8A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499DE210" w14:textId="1B3C9DC2" w:rsidR="00511D6E" w:rsidRDefault="00511D6E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>
        <w:rPr>
          <w:rFonts w:ascii="Verdana" w:eastAsia="Verdana" w:hAnsi="Verdana" w:cs="Times New Roman"/>
        </w:rPr>
        <w:tab/>
      </w:r>
    </w:p>
    <w:p w14:paraId="7F7CD1A5" w14:textId="59C6B7E7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78A0DBB" w14:textId="2E3B7A7D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AD6C887" w14:textId="0150BBB4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13D97C0" w14:textId="5FD81624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FD649A7" w14:textId="65564AC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A80567E" w14:textId="4A438FFD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CF7ABD0" w14:textId="26590BF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12D82D6" w14:textId="5B80577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5A8D536" w14:textId="3AC484F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202D9242" w14:textId="616B5B7E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EA1D540" w14:textId="03143E8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AAF5606" w14:textId="7F64325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1EC104B" w14:textId="3604909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82C73E1" w14:textId="416EF75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59146C7F" w14:textId="3207BE2B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E173EE0" w14:textId="632E882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B2AA66D" w14:textId="33958E41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B7F334D" w14:textId="0FB73AB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354B9CE" w14:textId="6F800CF9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E7E9FB3" w14:textId="19E19A9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EF4D60A" w14:textId="707C1BE7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44760AE" w14:textId="44D36FF2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E7A7399" w14:textId="3E4B406D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7F37AD3" w14:textId="22EF28E8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C012239" w14:textId="577BA78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DD74867" w14:textId="2666538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E9EFED1" w14:textId="71B378F2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D33BEAC" w14:textId="7F257920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5BA4C1BA" w14:textId="32585C1B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2D24E34" w14:textId="3AC2AC6F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595E0054" w14:textId="2DCD9FB2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4743353" w14:textId="17B8DC85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29F0A52C" w14:textId="64AA1EE1" w:rsidR="007C442A" w:rsidRDefault="007C442A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D6F9A31" w14:textId="25979FDD" w:rsidR="007C442A" w:rsidRDefault="007C442A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4DC9822" w14:textId="77777777" w:rsidR="007C442A" w:rsidRDefault="007C442A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DDAFE95" w14:textId="6973C6BF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99C8DBE" w14:textId="6653EA7F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C57EE77" w14:textId="43BB2748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DDED8C5" w14:textId="4C44D990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85B46AD" w14:textId="77777777" w:rsidR="000D3311" w:rsidRPr="002C2C2F" w:rsidRDefault="000D3311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2542C2AE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  <w:r w:rsidRPr="000D24FD">
        <w:rPr>
          <w:rFonts w:ascii="Verdana" w:eastAsia="Verdana" w:hAnsi="Verdana" w:cs="Times New Roman"/>
          <w:b/>
        </w:rPr>
        <w:t xml:space="preserve">ZAŁĄCZNIK NR </w:t>
      </w:r>
      <w:r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WYKAZ WYKONANYCH ZAMÓWIEŃ</w:t>
      </w:r>
    </w:p>
    <w:p w14:paraId="0D334D47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p w14:paraId="04285BE3" w14:textId="77777777" w:rsidR="00511D6E" w:rsidRPr="00535E9B" w:rsidRDefault="00511D6E" w:rsidP="00511D6E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511D6E" w:rsidRPr="006B56FD" w14:paraId="10031698" w14:textId="77777777" w:rsidTr="005B1721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1B59C4B2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5DDBA11A" w14:textId="77777777" w:rsidR="00511D6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4DC04460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640C0039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3B717362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A6446E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4401C126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25B9A7C" w14:textId="77777777" w:rsidR="00511D6E" w:rsidRPr="006B56FD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F424C0E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C9A18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A603881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78645FA9" w14:textId="77777777" w:rsidR="00511D6E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  <w:p w14:paraId="3DB6DC71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9B417C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B33B33E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9B417C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79702358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9B417C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5E08CE4B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9B417C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12DEFFAC" w14:textId="77777777" w:rsidR="00511D6E" w:rsidRPr="006B56FD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1868608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00D0BF52" w14:textId="77777777" w:rsidR="00511D6E" w:rsidRPr="00B67D39" w:rsidRDefault="00511D6E" w:rsidP="00511D6E">
      <w:pPr>
        <w:tabs>
          <w:tab w:val="left" w:pos="1628"/>
        </w:tabs>
        <w:jc w:val="center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WYKAZ WYKONANYCH ZAMÓWIEŃ</w:t>
      </w:r>
    </w:p>
    <w:p w14:paraId="63485B2B" w14:textId="77777777" w:rsidR="00511D6E" w:rsidRDefault="00511D6E" w:rsidP="00511D6E">
      <w:pPr>
        <w:rPr>
          <w:rFonts w:eastAsia="Verdana" w:cs="Times New Roman"/>
          <w:szCs w:val="18"/>
        </w:rPr>
      </w:pPr>
    </w:p>
    <w:p w14:paraId="69DE6B2B" w14:textId="233A479A" w:rsidR="00511D6E" w:rsidRPr="000D24FD" w:rsidRDefault="00511D6E" w:rsidP="00511D6E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8369E5" w:rsidRPr="00B7627D">
        <w:rPr>
          <w:rFonts w:cstheme="minorHAnsi"/>
          <w:noProof/>
          <w:lang w:eastAsia="pl-PL"/>
        </w:rPr>
        <w:t>POST/DYS/OW/GZ/04232/2025</w:t>
      </w:r>
      <w:r>
        <w:rPr>
          <w:rFonts w:cstheme="minorHAnsi"/>
          <w:lang w:eastAsia="pl-PL"/>
        </w:rPr>
        <w:fldChar w:fldCharType="end"/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nazwa_post </w:instrText>
      </w:r>
      <w:r>
        <w:rPr>
          <w:rFonts w:cstheme="minorHAnsi"/>
          <w:lang w:eastAsia="pl-PL"/>
        </w:rPr>
        <w:fldChar w:fldCharType="separate"/>
      </w:r>
      <w:r w:rsidR="008369E5" w:rsidRPr="00B7627D">
        <w:rPr>
          <w:rFonts w:cstheme="minorHAnsi"/>
          <w:noProof/>
          <w:lang w:eastAsia="pl-PL"/>
        </w:rPr>
        <w:t>Sukcesywne wykonywanie dokumentacji projektowej oraz roboty budowlane w zakresie budowy kablowych przyłączy elektroenergetycznych dla celów przyłączania nowych odbiorców na terenie PGE Dystrybucja S.A. Oddział Warszawa RE Jeziorna obszar R6: Miasto i Gmina Konstancin Jeziorna</w:t>
      </w:r>
      <w:r>
        <w:rPr>
          <w:rFonts w:cstheme="minorHAnsi"/>
          <w:lang w:eastAsia="pl-PL"/>
        </w:rPr>
        <w:fldChar w:fldCharType="end"/>
      </w:r>
      <w:r w:rsidRPr="000D24FD">
        <w:rPr>
          <w:rFonts w:cstheme="minorHAnsi"/>
          <w:b/>
        </w:rPr>
        <w:t xml:space="preserve">, </w:t>
      </w:r>
      <w:r w:rsidRPr="000D24FD">
        <w:rPr>
          <w:rFonts w:cstheme="minorHAnsi"/>
          <w:b/>
          <w:lang w:eastAsia="pl-PL"/>
        </w:rPr>
        <w:t>oświadczamy</w:t>
      </w:r>
      <w:r w:rsidRPr="000D24FD">
        <w:rPr>
          <w:rFonts w:cstheme="minorHAnsi"/>
          <w:lang w:eastAsia="pl-PL"/>
        </w:rPr>
        <w:t xml:space="preserve">, </w:t>
      </w:r>
      <w:r w:rsidRPr="000D24FD">
        <w:rPr>
          <w:rFonts w:cstheme="minorHAnsi"/>
          <w:bCs/>
          <w:lang w:eastAsia="pl-PL"/>
        </w:rPr>
        <w:t>że</w:t>
      </w:r>
      <w:r>
        <w:rPr>
          <w:rFonts w:cstheme="minorHAnsi"/>
          <w:lang w:eastAsia="pl-PL"/>
        </w:rPr>
        <w:t xml:space="preserve"> w okresie ostatnich 5</w:t>
      </w:r>
      <w:r w:rsidRPr="000D24FD">
        <w:rPr>
          <w:rFonts w:cstheme="minorHAnsi"/>
          <w:lang w:eastAsia="pl-PL"/>
        </w:rPr>
        <w:t xml:space="preserve"> lat przed upływem terminu składania</w:t>
      </w:r>
      <w:r>
        <w:rPr>
          <w:rFonts w:cstheme="minorHAnsi"/>
          <w:lang w:eastAsia="pl-PL"/>
        </w:rPr>
        <w:t xml:space="preserve"> Ofert wykonaliśmy następujące </w:t>
      </w:r>
      <w:r w:rsidRPr="000D24FD">
        <w:rPr>
          <w:rFonts w:cstheme="minorHAnsi"/>
        </w:rPr>
        <w:t>usługi</w:t>
      </w:r>
      <w:r>
        <w:rPr>
          <w:rFonts w:cstheme="minorHAnsi"/>
        </w:rPr>
        <w:t xml:space="preserve"> (zgodnie z zapisami w załączniku nr 3 do SWZ pkt. 1.2.1.)</w:t>
      </w:r>
      <w:r w:rsidRPr="000D24FD">
        <w:rPr>
          <w:rFonts w:cstheme="minorHAnsi"/>
          <w:lang w:eastAsia="pl-PL"/>
        </w:rPr>
        <w:t>:</w:t>
      </w:r>
    </w:p>
    <w:p w14:paraId="14C2412B" w14:textId="77777777" w:rsidR="00511D6E" w:rsidRPr="000D24FD" w:rsidRDefault="00511D6E" w:rsidP="00511D6E">
      <w:pPr>
        <w:spacing w:after="120"/>
        <w:jc w:val="both"/>
        <w:rPr>
          <w:rFonts w:cstheme="minorHAnsi"/>
          <w:lang w:eastAsia="pl-PL"/>
        </w:rPr>
      </w:pPr>
    </w:p>
    <w:tbl>
      <w:tblPr>
        <w:tblW w:w="99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1696"/>
        <w:gridCol w:w="1423"/>
        <w:gridCol w:w="1559"/>
        <w:gridCol w:w="2546"/>
      </w:tblGrid>
      <w:tr w:rsidR="00511D6E" w:rsidRPr="000D24FD" w14:paraId="1F82B020" w14:textId="77777777" w:rsidTr="005B1721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7B4ABB5A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7D025664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</w:p>
          <w:p w14:paraId="5DB92D57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Przedmiot zakupu</w:t>
            </w:r>
          </w:p>
          <w:p w14:paraId="240D5BEB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2F8BFCC5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</w:p>
          <w:p w14:paraId="286CE676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 xml:space="preserve">Wartość zrealizowanych usług/dostaw 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74D20EFC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Termin  realizacji usługi/dostawy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3995DCBF" w14:textId="77777777" w:rsidR="00511D6E" w:rsidRPr="00DC202A" w:rsidRDefault="00511D6E" w:rsidP="005B1721">
            <w:pPr>
              <w:jc w:val="center"/>
              <w:rPr>
                <w:rFonts w:cstheme="minorHAnsi"/>
                <w:lang w:eastAsia="pl-PL"/>
              </w:rPr>
            </w:pPr>
            <w:r w:rsidRPr="00DC202A">
              <w:rPr>
                <w:rFonts w:cstheme="minorHAnsi"/>
                <w:lang w:eastAsia="pl-PL"/>
              </w:rPr>
              <w:t>Nazwa Odbiorcy</w:t>
            </w:r>
          </w:p>
          <w:p w14:paraId="45426753" w14:textId="77777777" w:rsidR="00511D6E" w:rsidRPr="00DC202A" w:rsidRDefault="00511D6E" w:rsidP="005B1721">
            <w:pPr>
              <w:jc w:val="center"/>
              <w:rPr>
                <w:rFonts w:cstheme="minorHAnsi"/>
                <w:i/>
                <w:lang w:eastAsia="pl-PL"/>
              </w:rPr>
            </w:pPr>
            <w:r w:rsidRPr="00DC202A">
              <w:rPr>
                <w:rFonts w:cstheme="minorHAnsi"/>
                <w:i/>
                <w:lang w:eastAsia="pl-PL"/>
              </w:rPr>
              <w:t>(wraz z adresem i nr telefonu)</w:t>
            </w:r>
          </w:p>
        </w:tc>
      </w:tr>
      <w:tr w:rsidR="00511D6E" w:rsidRPr="000D24FD" w14:paraId="250299CD" w14:textId="77777777" w:rsidTr="005B1721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73AB6E59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2126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12B54B6A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696" w:type="dxa"/>
            <w:vMerge/>
          </w:tcPr>
          <w:p w14:paraId="501AD761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423" w:type="dxa"/>
            <w:tcBorders>
              <w:top w:val="nil"/>
              <w:bottom w:val="single" w:sz="6" w:space="0" w:color="auto"/>
            </w:tcBorders>
            <w:shd w:val="clear" w:color="auto" w:fill="EFF5E0" w:themeFill="accent1" w:themeFillTint="33"/>
            <w:vAlign w:val="center"/>
          </w:tcPr>
          <w:p w14:paraId="30C59515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26F50F3C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r</w:t>
            </w:r>
            <w:r w:rsidRPr="000D24FD">
              <w:rPr>
                <w:rFonts w:cstheme="minorHAnsi"/>
                <w:i/>
              </w:rPr>
              <w:t>ozpoczęcia</w:t>
            </w:r>
          </w:p>
        </w:tc>
        <w:tc>
          <w:tcPr>
            <w:tcW w:w="1559" w:type="dxa"/>
            <w:tcBorders>
              <w:top w:val="nil"/>
              <w:bottom w:val="single" w:sz="6" w:space="0" w:color="auto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22564B03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6388803D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zakończenia</w:t>
            </w:r>
          </w:p>
        </w:tc>
        <w:tc>
          <w:tcPr>
            <w:tcW w:w="2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C8F50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</w:tr>
      <w:tr w:rsidR="00511D6E" w:rsidRPr="000D24FD" w14:paraId="7B4A3517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6FD3079D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 w:rsidRPr="00AE3D2D">
              <w:rPr>
                <w:rFonts w:cstheme="minorHAnsi"/>
              </w:rPr>
              <w:t>1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DD81071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34FB8303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FDDDA4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0B23D0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9DCD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6BD5FDE1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68E39F66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7F67098E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2EE6964E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F2102C7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748156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2691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1C676A2B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0B7983DF" w14:textId="77777777" w:rsidR="00511D6E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  <w:p w14:paraId="4FC4C17A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4A3F396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76898385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4878F7D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985FCA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F96C3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239B8B35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4660B75B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766FFB2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156BF6C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9E70316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6E582E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9B9D9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46CB06A3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21382DC6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340BD4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65AA170C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943016D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9A89D1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5DAE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2806C301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75CA82B0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7504943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4BB712F7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</w:tcBorders>
            <w:vAlign w:val="center"/>
          </w:tcPr>
          <w:p w14:paraId="495F79DA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ED27E27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E95D5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</w:tbl>
    <w:p w14:paraId="2673C0CD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41B83E3B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54383B65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C4B62FE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432160D2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728C3B1E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8C4DE25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38AE8D1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3125652" w14:textId="77777777" w:rsidR="00511D6E" w:rsidRPr="000D24FD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  <w:r w:rsidRPr="000D24FD">
        <w:rPr>
          <w:rFonts w:cstheme="minorHAnsi"/>
          <w:i/>
        </w:rPr>
        <w:t>UWAGA: Należy dostosować ilość wierszy do ilości wykazywanych zamówień</w:t>
      </w:r>
      <w:r>
        <w:rPr>
          <w:rFonts w:cstheme="minorHAnsi"/>
          <w:i/>
        </w:rPr>
        <w:t>.</w:t>
      </w:r>
    </w:p>
    <w:p w14:paraId="71864AB3" w14:textId="77777777" w:rsidR="00511D6E" w:rsidRPr="000D24FD" w:rsidRDefault="00511D6E" w:rsidP="00511D6E">
      <w:pPr>
        <w:spacing w:before="120"/>
        <w:ind w:right="28"/>
        <w:outlineLvl w:val="0"/>
        <w:rPr>
          <w:rFonts w:cstheme="minorHAnsi"/>
          <w:i/>
        </w:rPr>
      </w:pPr>
      <w:r w:rsidRPr="000D24FD">
        <w:rPr>
          <w:rFonts w:cstheme="minorHAnsi"/>
        </w:rPr>
        <w:t xml:space="preserve">Do niniejszego wykazu dołączamy dowody </w:t>
      </w:r>
      <w:r>
        <w:rPr>
          <w:rFonts w:cstheme="minorHAnsi"/>
        </w:rPr>
        <w:t xml:space="preserve">potwierdzające, że ww. usługi </w:t>
      </w:r>
      <w:r w:rsidRPr="000D24FD">
        <w:rPr>
          <w:rFonts w:cstheme="minorHAnsi"/>
        </w:rPr>
        <w:t>zostały wykonane lub są wykonywane należycie.</w:t>
      </w:r>
    </w:p>
    <w:p w14:paraId="47EC96BC" w14:textId="77777777" w:rsidR="00511D6E" w:rsidRPr="00B67D39" w:rsidRDefault="00511D6E" w:rsidP="00511D6E">
      <w:pPr>
        <w:rPr>
          <w:rFonts w:eastAsia="Verdana" w:cs="Times New Roman"/>
          <w:szCs w:val="18"/>
        </w:rPr>
      </w:pPr>
    </w:p>
    <w:p w14:paraId="5A5F95D1" w14:textId="77777777" w:rsidR="00511D6E" w:rsidRDefault="00511D6E" w:rsidP="00511D6E">
      <w:pPr>
        <w:rPr>
          <w:rFonts w:cstheme="minorHAnsi"/>
        </w:rPr>
      </w:pPr>
    </w:p>
    <w:p w14:paraId="200365DE" w14:textId="77777777" w:rsidR="00511D6E" w:rsidRDefault="00511D6E" w:rsidP="00511D6E">
      <w:pPr>
        <w:rPr>
          <w:rFonts w:cstheme="minorHAnsi"/>
        </w:rPr>
      </w:pPr>
    </w:p>
    <w:p w14:paraId="3D67C18D" w14:textId="77777777" w:rsidR="00511D6E" w:rsidRDefault="00511D6E" w:rsidP="00511D6E">
      <w:pPr>
        <w:rPr>
          <w:rFonts w:cstheme="minorHAnsi"/>
        </w:rPr>
      </w:pPr>
    </w:p>
    <w:p w14:paraId="50791823" w14:textId="77777777" w:rsidR="00511D6E" w:rsidRPr="009C2468" w:rsidRDefault="00511D6E" w:rsidP="00511D6E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509FCF5B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DE2AB54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C14A31" w14:textId="70FC8555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293F342" w14:textId="0C6069B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9C354E2" w14:textId="4469D270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ABAE70F" w14:textId="532230D5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1B83272" w14:textId="70337E1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27A24D0" w14:textId="45753CB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DA6DADF" w14:textId="282E8F4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D3BC441" w14:textId="0EAD544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A86AB3E" w14:textId="199C4F38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C97E01A" w14:textId="6635DD43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B764CCD" w14:textId="0B2EFF0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4FAEA31" w14:textId="3EF5E2E2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A0DDE4D" w14:textId="3FAB2FD3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55688F2" w14:textId="51ABCBB4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6B2A064" w14:textId="3C06947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37B320F" w14:textId="66D8A0D2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F9E896F" w14:textId="578A76A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5F73604" w14:textId="4F6D519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FDFDD81" w14:textId="24D33E84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5712088C" w14:textId="761B9D0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C64CF7F" w14:textId="05799125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3C1F92E" w14:textId="3F73E87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5CAA7F10" w14:textId="22A76D3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C1640AF" w14:textId="2A52F8B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C1CD408" w14:textId="38EA40FE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DCC3056" w14:textId="31D380E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A05C5F6" w14:textId="05AE7DE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2216276" w14:textId="30D71C3A" w:rsidR="000D3311" w:rsidRDefault="000D3311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762B3C3" w14:textId="1D21DFAE" w:rsidR="000D3311" w:rsidRDefault="000D3311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78ED71A" w14:textId="77777777" w:rsidR="000D3311" w:rsidRDefault="000D3311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AAA2245" w14:textId="0BDA4279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F34E084" w14:textId="3AB8F4F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4998BE1" w14:textId="673A6B4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73240E9" w14:textId="18A098A9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40D4B88" w14:textId="7261315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5AED576" w14:textId="61410D20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7B971AC" w14:textId="680768A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8558E44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  <w:r w:rsidRPr="000855FF">
        <w:rPr>
          <w:rFonts w:ascii="Verdana" w:eastAsia="Verdana" w:hAnsi="Verdana" w:cs="Times New Roman"/>
          <w:b/>
        </w:rPr>
        <w:t xml:space="preserve">ZAŁĄCZNIK NR </w:t>
      </w:r>
      <w:r>
        <w:rPr>
          <w:rFonts w:ascii="Verdana" w:eastAsia="Verdana" w:hAnsi="Verdana" w:cs="Times New Roman"/>
          <w:b/>
        </w:rPr>
        <w:t xml:space="preserve">8 DO SWZ – WYKAZ OSÓB </w:t>
      </w:r>
    </w:p>
    <w:p w14:paraId="253F8785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p w14:paraId="113EB15E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511D6E" w:rsidRPr="000855FF" w14:paraId="4CEC3673" w14:textId="77777777" w:rsidTr="005B1721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D271188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4ED85297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5BE54FEF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07385EF1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89EF23C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24BFA17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66A3335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DF679C3" w14:textId="77777777" w:rsidR="00511D6E" w:rsidRPr="000855FF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  <w:p w14:paraId="13A9F4CD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11078" w14:textId="77777777" w:rsidR="00511D6E" w:rsidRPr="000855FF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6181CE0B" w14:textId="77777777" w:rsidR="00511D6E" w:rsidRPr="000855FF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4BCA5EFA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DAA74A3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7F49668E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3DF05185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47741F93" w14:textId="77777777" w:rsidR="00511D6E" w:rsidRPr="000855FF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1CF1B0C6" w14:textId="77777777" w:rsidR="00511D6E" w:rsidRDefault="00511D6E" w:rsidP="00511D6E">
      <w:pPr>
        <w:rPr>
          <w:rFonts w:ascii="Verdana" w:eastAsia="Verdana" w:hAnsi="Verdana" w:cs="Times New Roman"/>
        </w:rPr>
      </w:pPr>
    </w:p>
    <w:p w14:paraId="7F174AFB" w14:textId="77777777" w:rsidR="00511D6E" w:rsidRDefault="00511D6E" w:rsidP="00511D6E">
      <w:pPr>
        <w:jc w:val="both"/>
        <w:rPr>
          <w:rFonts w:ascii="Verdana" w:eastAsia="Verdana" w:hAnsi="Verdana" w:cs="Times New Roman"/>
        </w:rPr>
      </w:pPr>
    </w:p>
    <w:p w14:paraId="3BA48215" w14:textId="77777777" w:rsidR="00511D6E" w:rsidRDefault="00511D6E" w:rsidP="00511D6E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0855FF">
        <w:rPr>
          <w:rFonts w:cstheme="minorHAnsi"/>
          <w:b/>
        </w:rPr>
        <w:t>WYKAZ OSÓB</w:t>
      </w:r>
    </w:p>
    <w:p w14:paraId="311F460F" w14:textId="77777777" w:rsidR="00511D6E" w:rsidRPr="000855FF" w:rsidRDefault="00511D6E" w:rsidP="00511D6E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17CF6C8B" w14:textId="15072F55" w:rsidR="00511D6E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  <w:r w:rsidRPr="000855FF">
        <w:rPr>
          <w:rFonts w:cstheme="minorHAnsi"/>
          <w:lang w:eastAsia="pl-PL"/>
        </w:rPr>
        <w:t xml:space="preserve">Składając Ofertę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8369E5" w:rsidRPr="00B7627D">
        <w:rPr>
          <w:rFonts w:cstheme="minorHAnsi"/>
          <w:noProof/>
          <w:lang w:eastAsia="pl-PL"/>
        </w:rPr>
        <w:t>POST/DYS/OW/GZ/04232/2025</w:t>
      </w:r>
      <w:r>
        <w:rPr>
          <w:rFonts w:cstheme="minorHAnsi"/>
          <w:lang w:eastAsia="pl-PL"/>
        </w:rPr>
        <w:fldChar w:fldCharType="end"/>
      </w:r>
      <w:r w:rsidRPr="000855FF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nazwa_post </w:instrText>
      </w:r>
      <w:r>
        <w:rPr>
          <w:rFonts w:cstheme="minorHAnsi"/>
          <w:lang w:eastAsia="pl-PL"/>
        </w:rPr>
        <w:fldChar w:fldCharType="separate"/>
      </w:r>
      <w:r w:rsidR="008369E5" w:rsidRPr="00B7627D">
        <w:rPr>
          <w:rFonts w:cstheme="minorHAnsi"/>
          <w:noProof/>
          <w:lang w:eastAsia="pl-PL"/>
        </w:rPr>
        <w:t>Sukcesywne wykonywanie dokumentacji projektowej oraz roboty budowlane w zakresie budowy kablowych przyłączy elektroenergetycznych dla celów przyłączania nowych odbiorców na terenie PGE Dystrybucja S.A. Oddział Warszawa RE Jeziorna obszar R6: Miasto i Gmina Konstancin Jeziorna</w:t>
      </w:r>
      <w:r>
        <w:rPr>
          <w:rFonts w:cstheme="minorHAnsi"/>
          <w:lang w:eastAsia="pl-PL"/>
        </w:rPr>
        <w:fldChar w:fldCharType="end"/>
      </w:r>
      <w:r w:rsidRPr="000855FF">
        <w:rPr>
          <w:rFonts w:cstheme="minorHAnsi"/>
          <w:lang w:eastAsia="pl-PL"/>
        </w:rPr>
        <w:t>,</w:t>
      </w:r>
      <w:r w:rsidRPr="000855FF">
        <w:rPr>
          <w:rFonts w:cstheme="minorHAnsi"/>
          <w:b/>
          <w:lang w:eastAsia="pl-PL"/>
        </w:rPr>
        <w:t xml:space="preserve"> oświadczamy</w:t>
      </w:r>
      <w:r w:rsidRPr="000855FF">
        <w:rPr>
          <w:rFonts w:cstheme="minorHAnsi"/>
          <w:lang w:eastAsia="pl-PL"/>
        </w:rPr>
        <w:t>, że dysponujemy następującymi osobami zdolnymi do realizacji zadania zdolnymi do wykonana przedmiotu Zakupu</w:t>
      </w:r>
      <w:r>
        <w:rPr>
          <w:rFonts w:cstheme="minorHAnsi"/>
          <w:lang w:eastAsia="pl-PL"/>
        </w:rPr>
        <w:t xml:space="preserve"> </w:t>
      </w:r>
      <w:r>
        <w:rPr>
          <w:rFonts w:cstheme="minorHAnsi"/>
        </w:rPr>
        <w:t>(zgodnie z zapisami w załączniku nr 3 do SWZ pkt. 1.2.1.)</w:t>
      </w:r>
      <w:r w:rsidRPr="000D24FD">
        <w:rPr>
          <w:rFonts w:cstheme="minorHAnsi"/>
          <w:lang w:eastAsia="pl-PL"/>
        </w:rPr>
        <w:t>:</w:t>
      </w:r>
    </w:p>
    <w:p w14:paraId="0B83C1BA" w14:textId="77777777" w:rsidR="00511D6E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58ABBD02" w14:textId="77777777" w:rsidR="00511D6E" w:rsidRPr="000855FF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1516"/>
        <w:gridCol w:w="2026"/>
        <w:gridCol w:w="1547"/>
        <w:gridCol w:w="1946"/>
        <w:gridCol w:w="1921"/>
      </w:tblGrid>
      <w:tr w:rsidR="00511D6E" w:rsidRPr="000855FF" w14:paraId="46F12E16" w14:textId="77777777" w:rsidTr="005B1721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4F7ED7A8" w14:textId="77777777" w:rsidR="00511D6E" w:rsidRPr="002F4B1B" w:rsidRDefault="00511D6E" w:rsidP="005B1721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50243161" w14:textId="77777777" w:rsidR="00511D6E" w:rsidRPr="002F4B1B" w:rsidRDefault="00511D6E" w:rsidP="005B1721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17873EEA" w14:textId="77777777" w:rsidR="00511D6E" w:rsidRPr="002F4B1B" w:rsidRDefault="00511D6E" w:rsidP="005B1721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Opis kwalifikacji i doświadczenia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3A856755" w14:textId="77777777" w:rsidR="00511D6E" w:rsidRPr="002F4B1B" w:rsidRDefault="00511D6E" w:rsidP="005B1721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Nr i rodzaj uprawnień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AD9F6EE" w14:textId="77777777" w:rsidR="00511D6E" w:rsidRPr="002F4B1B" w:rsidRDefault="00511D6E" w:rsidP="005B1721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Zakres wykonywanych czynności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06E2D424" w14:textId="77777777" w:rsidR="00511D6E" w:rsidRPr="002F4B1B" w:rsidRDefault="00511D6E" w:rsidP="005B1721">
            <w:pPr>
              <w:widowControl w:val="0"/>
              <w:snapToGrid w:val="0"/>
              <w:ind w:right="170"/>
              <w:rPr>
                <w:rFonts w:cstheme="minorHAnsi"/>
                <w:lang w:eastAsia="pl-PL"/>
              </w:rPr>
            </w:pPr>
            <w:r>
              <w:rPr>
                <w:rFonts w:cstheme="minorHAnsi"/>
              </w:rPr>
              <w:t>Okres ważności uprawnień</w:t>
            </w:r>
          </w:p>
        </w:tc>
      </w:tr>
      <w:tr w:rsidR="00511D6E" w:rsidRPr="000855FF" w14:paraId="3B740777" w14:textId="77777777" w:rsidTr="005B1721">
        <w:trPr>
          <w:trHeight w:val="52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1E6FF" w14:textId="77777777" w:rsidR="00511D6E" w:rsidRPr="000855F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798C7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D09D2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E9D1F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E9450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CAA09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705BF98B" w14:textId="77777777" w:rsidTr="005B1721">
        <w:trPr>
          <w:trHeight w:val="56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F4528" w14:textId="77777777" w:rsidR="00511D6E" w:rsidRPr="000855F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D031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BA6FA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18BB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94BC9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D3E4E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3CEFDD9E" w14:textId="77777777" w:rsidTr="005B1721">
        <w:trPr>
          <w:trHeight w:val="54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14714" w14:textId="77777777" w:rsidR="00511D6E" w:rsidRPr="000855F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08E39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D173F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18CFF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0CED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B9500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63B87A91" w14:textId="77777777" w:rsidTr="005B1721">
        <w:trPr>
          <w:trHeight w:val="553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5D9B6" w14:textId="77777777" w:rsidR="00511D6E" w:rsidRPr="00A1517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A1517F">
              <w:rPr>
                <w:rFonts w:cstheme="minorHAnsi"/>
                <w:lang w:eastAsia="pl-PL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E0E82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F609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8CEF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841AE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C7E5D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08318624" w14:textId="77777777" w:rsidTr="005B1721">
        <w:trPr>
          <w:trHeight w:val="56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30323" w14:textId="77777777" w:rsidR="00511D6E" w:rsidRPr="00A1517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A1517F">
              <w:rPr>
                <w:rFonts w:cstheme="minorHAnsi"/>
                <w:lang w:eastAsia="pl-PL"/>
              </w:rPr>
              <w:t>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C363A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900C0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E89A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2FB6B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42377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</w:tbl>
    <w:p w14:paraId="6EF3DADB" w14:textId="77777777" w:rsidR="00511D6E" w:rsidRPr="000855FF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1C200437" w14:textId="77777777" w:rsidR="00511D6E" w:rsidRDefault="00511D6E" w:rsidP="00511D6E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34E60D0" w14:textId="77777777" w:rsidR="00511D6E" w:rsidRDefault="00511D6E" w:rsidP="00511D6E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40E4D332" w14:textId="77777777" w:rsidR="00511D6E" w:rsidRDefault="00511D6E" w:rsidP="00511D6E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2586F185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44EC3250" w14:textId="77777777" w:rsidR="00511D6E" w:rsidRPr="000855FF" w:rsidRDefault="00511D6E" w:rsidP="00511D6E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</w:p>
    <w:p w14:paraId="34530D57" w14:textId="77777777" w:rsidR="00511D6E" w:rsidRPr="00A62B4C" w:rsidRDefault="00511D6E" w:rsidP="00511D6E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</w:rPr>
      </w:pPr>
      <w:r w:rsidRPr="000855FF">
        <w:rPr>
          <w:rFonts w:ascii="Calibri" w:eastAsia="Times New Roman" w:hAnsi="Calibri" w:cs="Calibri"/>
          <w:sz w:val="20"/>
          <w:szCs w:val="20"/>
        </w:rPr>
        <w:t xml:space="preserve">              </w:t>
      </w:r>
      <w:r w:rsidRPr="000855FF">
        <w:rPr>
          <w:rFonts w:ascii="Calibri" w:eastAsia="Times New Roman" w:hAnsi="Calibri" w:cs="Calibri"/>
          <w:sz w:val="20"/>
          <w:szCs w:val="20"/>
        </w:rPr>
        <w:tab/>
        <w:t xml:space="preserve">        </w:t>
      </w:r>
      <w:r w:rsidRPr="000855FF"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</w:p>
    <w:p w14:paraId="3206904B" w14:textId="1F21EF8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3EECF14" w14:textId="1E911BA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FDDC14F" w14:textId="440C0EE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DA57A62" w14:textId="7100CEE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70F0376" w14:textId="6CEC416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E95E249" w14:textId="7BFAE122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507991A" w14:textId="77777777" w:rsidR="00511D6E" w:rsidRPr="00535E9B" w:rsidRDefault="00511D6E" w:rsidP="00511D6E">
      <w:pPr>
        <w:jc w:val="right"/>
        <w:rPr>
          <w:rFonts w:ascii="Verdana" w:eastAsia="Verdana" w:hAnsi="Verdana" w:cs="Times New Roman"/>
          <w:b/>
        </w:rPr>
      </w:pPr>
      <w:r w:rsidRPr="00381365">
        <w:rPr>
          <w:rFonts w:ascii="Verdana" w:eastAsia="Verdana" w:hAnsi="Verdana" w:cs="Times New Roman"/>
          <w:b/>
        </w:rPr>
        <w:t xml:space="preserve">ZAŁĄCZNIK NR </w:t>
      </w:r>
      <w:r>
        <w:rPr>
          <w:rFonts w:ascii="Verdana" w:eastAsia="Verdana" w:hAnsi="Verdana" w:cs="Times New Roman"/>
          <w:b/>
        </w:rPr>
        <w:t>11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F895541" w14:textId="77777777" w:rsidR="00511D6E" w:rsidRDefault="00511D6E" w:rsidP="00511D6E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511D6E" w:rsidRPr="003C16EE" w14:paraId="6486328C" w14:textId="77777777" w:rsidTr="005B1721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0298A484" w14:textId="77777777" w:rsidR="00511D6E" w:rsidRPr="003C16EE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34EBFFD8" w14:textId="77777777" w:rsidR="00511D6E" w:rsidRPr="003C16E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5CC2DB89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3A6CEDFD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7FF2C6D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FC42930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436CD7B3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419BCFE2" w14:textId="77777777" w:rsidR="00511D6E" w:rsidRPr="003C16E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182F37C" w14:textId="77777777" w:rsidR="00511D6E" w:rsidRPr="003C16E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3A27A" w14:textId="77777777" w:rsidR="00511D6E" w:rsidRPr="003C16EE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73D18A2" w14:textId="77777777" w:rsidR="00511D6E" w:rsidRPr="003C16EE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5DE6D16C" w14:textId="77777777" w:rsidR="00511D6E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  <w:p w14:paraId="7AFCFC84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56703D73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2AF25B64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2EA8D369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1DC332F2" w14:textId="77777777" w:rsidR="00511D6E" w:rsidRPr="003C16EE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0B4E0D63" w14:textId="77777777" w:rsidR="00511D6E" w:rsidRPr="00A62B4C" w:rsidRDefault="00511D6E" w:rsidP="00511D6E">
      <w:pPr>
        <w:jc w:val="both"/>
        <w:rPr>
          <w:rFonts w:ascii="Verdana" w:eastAsia="Verdana" w:hAnsi="Verdana" w:cs="Times New Roman"/>
        </w:rPr>
      </w:pPr>
    </w:p>
    <w:p w14:paraId="4C64515A" w14:textId="77777777" w:rsidR="00511D6E" w:rsidRPr="00381365" w:rsidRDefault="00511D6E" w:rsidP="00511D6E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F91C0FD" w14:textId="77777777" w:rsidR="00511D6E" w:rsidRPr="00A62B4C" w:rsidRDefault="00511D6E" w:rsidP="00511D6E">
      <w:pPr>
        <w:jc w:val="both"/>
        <w:rPr>
          <w:rFonts w:ascii="Verdana" w:eastAsia="Verdana" w:hAnsi="Verdana" w:cs="Times New Roman"/>
        </w:rPr>
      </w:pPr>
    </w:p>
    <w:p w14:paraId="55A574D6" w14:textId="3B381334" w:rsidR="00511D6E" w:rsidRPr="00381365" w:rsidRDefault="00511D6E" w:rsidP="00511D6E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Pr="00780BD5">
        <w:rPr>
          <w:rFonts w:cstheme="minorHAnsi"/>
          <w:lang w:eastAsia="pl-PL"/>
        </w:rPr>
        <w:fldChar w:fldCharType="begin"/>
      </w:r>
      <w:r w:rsidRPr="00780BD5">
        <w:rPr>
          <w:rFonts w:cstheme="minorHAnsi"/>
          <w:lang w:eastAsia="pl-PL"/>
        </w:rPr>
        <w:instrText xml:space="preserve"> MERGEFIELD nr_postepowania </w:instrText>
      </w:r>
      <w:r w:rsidRPr="00780BD5">
        <w:rPr>
          <w:rFonts w:cstheme="minorHAnsi"/>
          <w:lang w:eastAsia="pl-PL"/>
        </w:rPr>
        <w:fldChar w:fldCharType="separate"/>
      </w:r>
      <w:r w:rsidR="008369E5" w:rsidRPr="00B7627D">
        <w:rPr>
          <w:rFonts w:cstheme="minorHAnsi"/>
          <w:noProof/>
          <w:lang w:eastAsia="pl-PL"/>
        </w:rPr>
        <w:t>POST/DYS/OW/GZ/04232/2025</w:t>
      </w:r>
      <w:r w:rsidRPr="00780BD5">
        <w:rPr>
          <w:rFonts w:cstheme="minorHAnsi"/>
          <w:lang w:eastAsia="pl-PL"/>
        </w:rPr>
        <w:fldChar w:fldCharType="end"/>
      </w:r>
      <w:r w:rsidRPr="00381365">
        <w:rPr>
          <w:rFonts w:cstheme="minorHAnsi"/>
          <w:lang w:eastAsia="pl-PL"/>
        </w:rPr>
        <w:t xml:space="preserve"> prowadzonym w trybie przetargu nieograniczonego pn</w:t>
      </w:r>
      <w:r w:rsidRPr="00080848">
        <w:rPr>
          <w:rFonts w:cstheme="minorHAnsi"/>
          <w:b/>
          <w:lang w:eastAsia="pl-PL"/>
        </w:rPr>
        <w:t xml:space="preserve">. </w:t>
      </w:r>
      <w:r w:rsidRPr="00780BD5">
        <w:rPr>
          <w:rFonts w:cstheme="minorHAnsi"/>
        </w:rPr>
        <w:fldChar w:fldCharType="begin"/>
      </w:r>
      <w:r w:rsidRPr="00780BD5">
        <w:rPr>
          <w:rFonts w:cstheme="minorHAnsi"/>
        </w:rPr>
        <w:instrText xml:space="preserve"> MERGEFIELD nazwa_post </w:instrText>
      </w:r>
      <w:r w:rsidRPr="00780BD5">
        <w:rPr>
          <w:rFonts w:cstheme="minorHAnsi"/>
        </w:rPr>
        <w:fldChar w:fldCharType="separate"/>
      </w:r>
      <w:r w:rsidR="008369E5" w:rsidRPr="00B7627D">
        <w:rPr>
          <w:rFonts w:cstheme="minorHAnsi"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Jeziorna obszar R6: Miasto i Gmina Konstancin Jeziorna</w:t>
      </w:r>
      <w:r w:rsidRPr="00780BD5">
        <w:rPr>
          <w:rFonts w:cstheme="minorHAnsi"/>
        </w:rPr>
        <w:fldChar w:fldCharType="end"/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7802828" w14:textId="77777777" w:rsidR="00511D6E" w:rsidRDefault="00511D6E" w:rsidP="00511D6E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511D6E" w:rsidRPr="00381365" w14:paraId="556FB404" w14:textId="77777777" w:rsidTr="005B1721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A916E62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8447600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511D6E" w:rsidRPr="00381365" w14:paraId="0FD5FE69" w14:textId="77777777" w:rsidTr="005B1721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9EB60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78742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3AFCD075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04A802F4" w14:textId="77777777" w:rsidTr="005B1721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DB6D2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B645E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3C3627F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2316F34C" w14:textId="77777777" w:rsidTr="005B1721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60469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40BB4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521F73F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2F1EDCC7" w14:textId="77777777" w:rsidTr="005B1721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0620E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E9CCF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4712965A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06BF7C24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88F37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B116A" w14:textId="77777777" w:rsidR="00511D6E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B87E094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0650A438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A138B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CAA9D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314A3143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518CEC7E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8B9C1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B10E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76846E6B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3A6CDEE7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96DB9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324C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7236C693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5AA1062D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0142A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27DB3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659D3256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7E878BF9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CCA1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525FC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1ADF2B29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7E61C09E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1C59F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72979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065ED01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52686D82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76B6E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12285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59A60DB3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07619A95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DFA22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19F06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02E9D9F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58D7B46B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3F3FC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3EAAD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92EF0C6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0E62D2E4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15A90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C4385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6A670CCC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</w:tbl>
    <w:p w14:paraId="00413412" w14:textId="77777777" w:rsidR="00511D6E" w:rsidRDefault="00511D6E" w:rsidP="00511D6E">
      <w:pPr>
        <w:rPr>
          <w:rFonts w:ascii="Verdana" w:eastAsia="Verdana" w:hAnsi="Verdana" w:cs="Times New Roman"/>
        </w:rPr>
      </w:pPr>
    </w:p>
    <w:p w14:paraId="607755B4" w14:textId="77777777" w:rsidR="00511D6E" w:rsidRDefault="00511D6E" w:rsidP="00511D6E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5D1FB8F3" w14:textId="77777777" w:rsidR="00511D6E" w:rsidRDefault="00511D6E" w:rsidP="00511D6E">
      <w:pPr>
        <w:rPr>
          <w:rFonts w:cstheme="minorHAnsi"/>
        </w:rPr>
      </w:pPr>
    </w:p>
    <w:p w14:paraId="25073359" w14:textId="77777777" w:rsidR="00511D6E" w:rsidRDefault="00511D6E" w:rsidP="00511D6E">
      <w:pPr>
        <w:rPr>
          <w:rFonts w:cstheme="minorHAnsi"/>
        </w:rPr>
      </w:pPr>
    </w:p>
    <w:p w14:paraId="2049947B" w14:textId="77777777" w:rsidR="00511D6E" w:rsidRDefault="00511D6E" w:rsidP="00511D6E">
      <w:pPr>
        <w:rPr>
          <w:rFonts w:cstheme="minorHAnsi"/>
        </w:rPr>
      </w:pPr>
    </w:p>
    <w:p w14:paraId="41D20089" w14:textId="77777777" w:rsidR="00511D6E" w:rsidRDefault="00511D6E" w:rsidP="00511D6E">
      <w:pPr>
        <w:rPr>
          <w:rFonts w:cstheme="minorHAnsi"/>
        </w:rPr>
      </w:pPr>
    </w:p>
    <w:p w14:paraId="306B570C" w14:textId="77777777" w:rsidR="00511D6E" w:rsidRDefault="00511D6E" w:rsidP="00511D6E">
      <w:pPr>
        <w:rPr>
          <w:rFonts w:cstheme="minorHAnsi"/>
        </w:rPr>
      </w:pPr>
    </w:p>
    <w:p w14:paraId="20F72195" w14:textId="77777777" w:rsidR="00511D6E" w:rsidRDefault="00511D6E" w:rsidP="00511D6E">
      <w:pPr>
        <w:rPr>
          <w:rFonts w:cstheme="minorHAnsi"/>
        </w:rPr>
      </w:pPr>
    </w:p>
    <w:p w14:paraId="43D009C6" w14:textId="77777777" w:rsidR="00511D6E" w:rsidRPr="009C2468" w:rsidRDefault="00511D6E" w:rsidP="00511D6E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>
        <w:rPr>
          <w:rFonts w:cstheme="minorHAnsi"/>
          <w:sz w:val="16"/>
          <w:szCs w:val="16"/>
        </w:rPr>
        <w:t>.................</w:t>
      </w:r>
    </w:p>
    <w:p w14:paraId="1F13D70F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72E2407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2029089F" w14:textId="77777777" w:rsidR="00511D6E" w:rsidRPr="00381365" w:rsidRDefault="00511D6E" w:rsidP="00511D6E">
      <w:pPr>
        <w:rPr>
          <w:rFonts w:cstheme="minorHAnsi"/>
        </w:rPr>
      </w:pPr>
    </w:p>
    <w:p w14:paraId="613C7AB3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683C150B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6400360A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7725FED0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07AD61F5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2193B92A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3B334CD6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3A1779A5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31A288DB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79152D09" w14:textId="02797E3C" w:rsidR="00B67D39" w:rsidRPr="00936521" w:rsidRDefault="00B67D39" w:rsidP="00936521">
      <w:pPr>
        <w:tabs>
          <w:tab w:val="left" w:pos="8509"/>
        </w:tabs>
        <w:rPr>
          <w:rFonts w:ascii="Verdana" w:eastAsia="Verdana" w:hAnsi="Verdana" w:cs="Times New Roman"/>
        </w:rPr>
      </w:pPr>
    </w:p>
    <w:sectPr w:rsidR="00B67D39" w:rsidRPr="00936521" w:rsidSect="00A62B4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617BF" w14:textId="77777777" w:rsidR="00C27408" w:rsidRDefault="00C27408" w:rsidP="00582CE9">
      <w:pPr>
        <w:spacing w:after="0"/>
      </w:pPr>
      <w:r>
        <w:separator/>
      </w:r>
    </w:p>
  </w:endnote>
  <w:endnote w:type="continuationSeparator" w:id="0">
    <w:p w14:paraId="58927104" w14:textId="77777777" w:rsidR="00C27408" w:rsidRDefault="00C27408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78F20" w14:textId="77777777" w:rsidR="00C27408" w:rsidRDefault="00C274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1AE76D5" w:rsidR="00C27408" w:rsidRDefault="00C2740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1564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C27408" w:rsidRDefault="00C2740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C27408" w:rsidRDefault="00C2740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C27408" w:rsidRDefault="00C274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A11F3" w14:textId="77777777" w:rsidR="00C27408" w:rsidRDefault="00C27408" w:rsidP="00582CE9">
      <w:pPr>
        <w:spacing w:after="0"/>
      </w:pPr>
      <w:r>
        <w:separator/>
      </w:r>
    </w:p>
  </w:footnote>
  <w:footnote w:type="continuationSeparator" w:id="0">
    <w:p w14:paraId="5681B395" w14:textId="77777777" w:rsidR="00C27408" w:rsidRDefault="00C27408" w:rsidP="00582CE9">
      <w:pPr>
        <w:spacing w:after="0"/>
      </w:pPr>
      <w:r>
        <w:continuationSeparator/>
      </w:r>
    </w:p>
  </w:footnote>
  <w:footnote w:id="1">
    <w:p w14:paraId="679895A9" w14:textId="77777777" w:rsidR="00C27408" w:rsidRPr="00B67D39" w:rsidRDefault="00C27408" w:rsidP="00B67D39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/>
          <w:sz w:val="16"/>
          <w:szCs w:val="18"/>
        </w:rPr>
        <w:footnoteRef/>
      </w:r>
      <w:r w:rsidRPr="00B67D39">
        <w:rPr>
          <w:rFonts w:asciiTheme="minorHAnsi" w:hAnsiTheme="minorHAnsi"/>
          <w:sz w:val="16"/>
          <w:szCs w:val="18"/>
        </w:rPr>
        <w:t xml:space="preserve"> </w:t>
      </w:r>
      <w:r w:rsidRPr="00B67D39">
        <w:rPr>
          <w:rFonts w:asciiTheme="minorHAnsi" w:hAnsiTheme="minorHAnsi" w:cstheme="minorHAnsi"/>
          <w:sz w:val="16"/>
          <w:szCs w:val="16"/>
        </w:rPr>
        <w:t>W przypadku Wykonawców wspólnie składających Ofertę należy wpisać wszystkich Wykonawców, w przypadku konsorcjum należy wskazać również Lidera</w:t>
      </w:r>
    </w:p>
  </w:footnote>
  <w:footnote w:id="2">
    <w:p w14:paraId="48F66929" w14:textId="77777777" w:rsidR="00C27408" w:rsidRPr="00872F1F" w:rsidRDefault="00C27408" w:rsidP="00511D6E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02D3292" w14:textId="77777777" w:rsidR="00C27408" w:rsidRPr="00872F1F" w:rsidRDefault="00C27408" w:rsidP="00511D6E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 lub osób fizycznych lub prawnych, podmiotów lub organów z siedzibą w Rosji;</w:t>
      </w:r>
    </w:p>
    <w:p w14:paraId="50F9DB5D" w14:textId="77777777" w:rsidR="00C27408" w:rsidRPr="00872F1F" w:rsidRDefault="00C27408" w:rsidP="00511D6E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6"/>
    </w:p>
    <w:p w14:paraId="1C614DD6" w14:textId="77777777" w:rsidR="00C27408" w:rsidRPr="00872F1F" w:rsidRDefault="00C27408" w:rsidP="00511D6E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14:paraId="5BF3D66B" w14:textId="77777777" w:rsidR="00C27408" w:rsidRPr="00872F1F" w:rsidRDefault="00C27408" w:rsidP="00511D6E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3475B23F" w14:textId="77777777" w:rsidR="00C27408" w:rsidRPr="00872F1F" w:rsidRDefault="00C27408" w:rsidP="00511D6E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243D987" w14:textId="77777777" w:rsidR="00C27408" w:rsidRPr="00872F1F" w:rsidRDefault="00C27408" w:rsidP="00511D6E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FFCE431" w14:textId="77777777" w:rsidR="00C27408" w:rsidRPr="00872F1F" w:rsidRDefault="00C27408" w:rsidP="00511D6E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3CADE9A" w14:textId="77777777" w:rsidR="00C27408" w:rsidRPr="00872F1F" w:rsidRDefault="00C27408" w:rsidP="00511D6E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5C4DF" w14:textId="77777777" w:rsidR="00C27408" w:rsidRDefault="00C2740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C27408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AEBA973" w:rsidR="00C27408" w:rsidRPr="006E100D" w:rsidRDefault="00C27408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7456" behindDoc="0" locked="0" layoutInCell="0" allowOverlap="1" wp14:anchorId="119DCD96" wp14:editId="037BD5F2">
                    <wp:simplePos x="0" y="0"/>
                    <wp:positionH relativeFrom="page">
                      <wp:posOffset>-668655</wp:posOffset>
                    </wp:positionH>
                    <wp:positionV relativeFrom="page">
                      <wp:posOffset>-74930</wp:posOffset>
                    </wp:positionV>
                    <wp:extent cx="7560310" cy="730250"/>
                    <wp:effectExtent l="0" t="0" r="0" b="12700"/>
                    <wp:wrapNone/>
      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560310" cy="7302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9E375CE" w14:textId="2169CC2E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72CAB84E" w14:textId="047C5D92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321E60E3" w14:textId="40CB6820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56666AD7" w14:textId="09DA9347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2150B5CE" w14:textId="77777777" w:rsidR="00C27408" w:rsidRPr="00A62B4C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19DCD96" id="_x0000_t202" coordsize="21600,21600" o:spt="202" path="m,l,21600r21600,l21600,xe">
                    <v:stroke joinstyle="miter"/>
                    <v:path gradientshapeok="t" o:connecttype="rect"/>
                  </v:shapetype>
      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-52.65pt;margin-top:-5.9pt;width:595.3pt;height:57.5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IfM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m2k+mS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" o:allowincell="f" filled="f" stroked="f" strokeweight=".5pt">
                    <v:textbox inset=",0,20pt,0">
                      <w:txbxContent>
                        <w:p w14:paraId="09E375CE" w14:textId="2169CC2E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72CAB84E" w14:textId="047C5D92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321E60E3" w14:textId="40CB6820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56666AD7" w14:textId="09DA9347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2150B5CE" w14:textId="77777777" w:rsidR="00C27408" w:rsidRPr="00A62B4C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B20E822" w14:textId="0D9D5A63" w:rsidR="00C27408" w:rsidRDefault="00C27408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nazwa_post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8369E5" w:rsidRPr="00B7627D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Sukcesywne wykonywanie dokumentacji projektowej oraz roboty budowlane w zakresie budowy kablowych przyłączy elektroenergetycznych dla celów przyłączania nowych odbiorców na terenie PGE Dystrybucja S.A. Oddział Warszawa RE Jeziorna obszar R6: Miasto i Gmina Konstancin Jeziorna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  <w:p w14:paraId="5205B493" w14:textId="2F432648" w:rsidR="00C27408" w:rsidRPr="006B2C28" w:rsidRDefault="00C27408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nr_postepowania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8369E5" w:rsidRPr="00B7627D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POST/DYS/OW/GZ/04232/2025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</w:tc>
      <w:tc>
        <w:tcPr>
          <w:tcW w:w="977" w:type="dxa"/>
          <w:vAlign w:val="center"/>
        </w:tcPr>
        <w:p w14:paraId="3FED520E" w14:textId="72C65808" w:rsidR="00C27408" w:rsidRPr="006B2C28" w:rsidRDefault="00C27408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C27408" w:rsidRPr="006B2C28" w:rsidRDefault="00C27408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0DE64944" w:rsidR="00C27408" w:rsidRDefault="00C27408" w:rsidP="00582C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C27408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C27408" w:rsidRDefault="00C274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744C87"/>
    <w:multiLevelType w:val="multilevel"/>
    <w:tmpl w:val="D076DD64"/>
    <w:lvl w:ilvl="0">
      <w:start w:val="2"/>
      <w:numFmt w:val="decimal"/>
      <w:lvlText w:val="%1."/>
      <w:lvlJc w:val="left"/>
      <w:pPr>
        <w:tabs>
          <w:tab w:val="num" w:pos="1497"/>
        </w:tabs>
        <w:ind w:left="1497" w:hanging="39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F3F586A"/>
    <w:multiLevelType w:val="hybridMultilevel"/>
    <w:tmpl w:val="421ECD00"/>
    <w:lvl w:ilvl="0" w:tplc="074640C2">
      <w:start w:val="1"/>
      <w:numFmt w:val="upperRoman"/>
      <w:lvlText w:val="%1."/>
      <w:lvlJc w:val="left"/>
      <w:pPr>
        <w:ind w:left="48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4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6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C857ED5"/>
    <w:multiLevelType w:val="multilevel"/>
    <w:tmpl w:val="63B80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531762C6"/>
    <w:multiLevelType w:val="hybridMultilevel"/>
    <w:tmpl w:val="63BEFEB2"/>
    <w:lvl w:ilvl="0" w:tplc="5F7C9C5E">
      <w:start w:val="3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BD6D0F"/>
    <w:multiLevelType w:val="hybridMultilevel"/>
    <w:tmpl w:val="F28A1CC6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1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644504210">
    <w:abstractNumId w:val="20"/>
  </w:num>
  <w:num w:numId="2" w16cid:durableId="1335260080">
    <w:abstractNumId w:val="8"/>
  </w:num>
  <w:num w:numId="3" w16cid:durableId="2076855906">
    <w:abstractNumId w:val="14"/>
  </w:num>
  <w:num w:numId="4" w16cid:durableId="846018118">
    <w:abstractNumId w:val="22"/>
  </w:num>
  <w:num w:numId="5" w16cid:durableId="1424378234">
    <w:abstractNumId w:val="20"/>
  </w:num>
  <w:num w:numId="6" w16cid:durableId="772239139">
    <w:abstractNumId w:val="20"/>
  </w:num>
  <w:num w:numId="7" w16cid:durableId="167256243">
    <w:abstractNumId w:val="3"/>
  </w:num>
  <w:num w:numId="8" w16cid:durableId="1226799126">
    <w:abstractNumId w:val="30"/>
  </w:num>
  <w:num w:numId="9" w16cid:durableId="1470636361">
    <w:abstractNumId w:val="18"/>
  </w:num>
  <w:num w:numId="10" w16cid:durableId="623780111">
    <w:abstractNumId w:val="5"/>
  </w:num>
  <w:num w:numId="11" w16cid:durableId="528035766">
    <w:abstractNumId w:val="15"/>
  </w:num>
  <w:num w:numId="12" w16cid:durableId="1613319208">
    <w:abstractNumId w:val="13"/>
  </w:num>
  <w:num w:numId="13" w16cid:durableId="1215698897">
    <w:abstractNumId w:val="29"/>
  </w:num>
  <w:num w:numId="14" w16cid:durableId="884101562">
    <w:abstractNumId w:val="25"/>
  </w:num>
  <w:num w:numId="15" w16cid:durableId="307364000">
    <w:abstractNumId w:val="17"/>
  </w:num>
  <w:num w:numId="16" w16cid:durableId="276986619">
    <w:abstractNumId w:val="10"/>
  </w:num>
  <w:num w:numId="17" w16cid:durableId="891311626">
    <w:abstractNumId w:val="6"/>
  </w:num>
  <w:num w:numId="18" w16cid:durableId="7753691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00405041">
    <w:abstractNumId w:val="0"/>
  </w:num>
  <w:num w:numId="20" w16cid:durableId="48261463">
    <w:abstractNumId w:val="31"/>
  </w:num>
  <w:num w:numId="21" w16cid:durableId="1974405296">
    <w:abstractNumId w:val="1"/>
  </w:num>
  <w:num w:numId="22" w16cid:durableId="1308589181">
    <w:abstractNumId w:val="16"/>
  </w:num>
  <w:num w:numId="23" w16cid:durableId="47267481">
    <w:abstractNumId w:val="11"/>
  </w:num>
  <w:num w:numId="24" w16cid:durableId="1909414299">
    <w:abstractNumId w:val="23"/>
  </w:num>
  <w:num w:numId="25" w16cid:durableId="1113131222">
    <w:abstractNumId w:val="28"/>
  </w:num>
  <w:num w:numId="26" w16cid:durableId="409692179">
    <w:abstractNumId w:val="2"/>
  </w:num>
  <w:num w:numId="27" w16cid:durableId="453600021">
    <w:abstractNumId w:val="27"/>
  </w:num>
  <w:num w:numId="28" w16cid:durableId="1023479263">
    <w:abstractNumId w:val="26"/>
  </w:num>
  <w:num w:numId="29" w16cid:durableId="12187844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06411561">
    <w:abstractNumId w:val="21"/>
  </w:num>
  <w:num w:numId="31" w16cid:durableId="1039822855">
    <w:abstractNumId w:val="12"/>
  </w:num>
  <w:num w:numId="32" w16cid:durableId="1309748763">
    <w:abstractNumId w:val="19"/>
  </w:num>
  <w:num w:numId="33" w16cid:durableId="1975943024">
    <w:abstractNumId w:val="4"/>
  </w:num>
  <w:num w:numId="34" w16cid:durableId="179970527">
    <w:abstractNumId w:val="2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065B7"/>
    <w:rsid w:val="00013A18"/>
    <w:rsid w:val="00015893"/>
    <w:rsid w:val="0002424F"/>
    <w:rsid w:val="00024464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762FB"/>
    <w:rsid w:val="0009045E"/>
    <w:rsid w:val="00094799"/>
    <w:rsid w:val="00094EB9"/>
    <w:rsid w:val="00096510"/>
    <w:rsid w:val="000974B1"/>
    <w:rsid w:val="000B0DBD"/>
    <w:rsid w:val="000C47A9"/>
    <w:rsid w:val="000C5934"/>
    <w:rsid w:val="000C679C"/>
    <w:rsid w:val="000D3311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56CFE"/>
    <w:rsid w:val="00167B53"/>
    <w:rsid w:val="00172B93"/>
    <w:rsid w:val="00175F4C"/>
    <w:rsid w:val="00185AAB"/>
    <w:rsid w:val="001909F5"/>
    <w:rsid w:val="00192A23"/>
    <w:rsid w:val="001974F6"/>
    <w:rsid w:val="001A358A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2DED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3D76"/>
    <w:rsid w:val="002B5C62"/>
    <w:rsid w:val="002C470F"/>
    <w:rsid w:val="002C66E0"/>
    <w:rsid w:val="002D3974"/>
    <w:rsid w:val="002D4CAD"/>
    <w:rsid w:val="002F10CA"/>
    <w:rsid w:val="00303C67"/>
    <w:rsid w:val="00310CB3"/>
    <w:rsid w:val="0033689D"/>
    <w:rsid w:val="003373E9"/>
    <w:rsid w:val="00347E8D"/>
    <w:rsid w:val="00362C4E"/>
    <w:rsid w:val="00366FFB"/>
    <w:rsid w:val="00371A75"/>
    <w:rsid w:val="00372CC0"/>
    <w:rsid w:val="00375780"/>
    <w:rsid w:val="003771A9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05D7"/>
    <w:rsid w:val="003D41B4"/>
    <w:rsid w:val="003D432F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51564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5E41"/>
    <w:rsid w:val="004D63D5"/>
    <w:rsid w:val="004E1AB0"/>
    <w:rsid w:val="004E7573"/>
    <w:rsid w:val="004F0C4A"/>
    <w:rsid w:val="004F20AD"/>
    <w:rsid w:val="004F6B10"/>
    <w:rsid w:val="00511D6E"/>
    <w:rsid w:val="005148D6"/>
    <w:rsid w:val="00520308"/>
    <w:rsid w:val="00526926"/>
    <w:rsid w:val="00535E9B"/>
    <w:rsid w:val="005453F1"/>
    <w:rsid w:val="00551FB7"/>
    <w:rsid w:val="00553E60"/>
    <w:rsid w:val="005563FF"/>
    <w:rsid w:val="00562E63"/>
    <w:rsid w:val="00574D7E"/>
    <w:rsid w:val="005807F9"/>
    <w:rsid w:val="00582CE9"/>
    <w:rsid w:val="0058794A"/>
    <w:rsid w:val="005932BA"/>
    <w:rsid w:val="00597380"/>
    <w:rsid w:val="005A354D"/>
    <w:rsid w:val="005B1721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185F"/>
    <w:rsid w:val="0060356D"/>
    <w:rsid w:val="00623B01"/>
    <w:rsid w:val="00625BB0"/>
    <w:rsid w:val="006261BB"/>
    <w:rsid w:val="00630963"/>
    <w:rsid w:val="0065322E"/>
    <w:rsid w:val="00655DA8"/>
    <w:rsid w:val="00660237"/>
    <w:rsid w:val="0066420F"/>
    <w:rsid w:val="006709F8"/>
    <w:rsid w:val="00670CE4"/>
    <w:rsid w:val="0067116D"/>
    <w:rsid w:val="0067572D"/>
    <w:rsid w:val="006764E1"/>
    <w:rsid w:val="006775EE"/>
    <w:rsid w:val="00680F7C"/>
    <w:rsid w:val="00696995"/>
    <w:rsid w:val="006A0331"/>
    <w:rsid w:val="006A4275"/>
    <w:rsid w:val="006A6BA0"/>
    <w:rsid w:val="006B059A"/>
    <w:rsid w:val="006B2C26"/>
    <w:rsid w:val="006B49A3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5D64"/>
    <w:rsid w:val="00710355"/>
    <w:rsid w:val="00715360"/>
    <w:rsid w:val="00720ED1"/>
    <w:rsid w:val="007246D0"/>
    <w:rsid w:val="00726351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67AD"/>
    <w:rsid w:val="00787D9C"/>
    <w:rsid w:val="00794EFB"/>
    <w:rsid w:val="007A1B94"/>
    <w:rsid w:val="007A54F1"/>
    <w:rsid w:val="007B094C"/>
    <w:rsid w:val="007B0FF0"/>
    <w:rsid w:val="007B50D8"/>
    <w:rsid w:val="007C442A"/>
    <w:rsid w:val="007C52FD"/>
    <w:rsid w:val="007C6687"/>
    <w:rsid w:val="007C67FA"/>
    <w:rsid w:val="007D0675"/>
    <w:rsid w:val="007D1209"/>
    <w:rsid w:val="00807D09"/>
    <w:rsid w:val="00812E3F"/>
    <w:rsid w:val="008130D5"/>
    <w:rsid w:val="0081735D"/>
    <w:rsid w:val="008217CE"/>
    <w:rsid w:val="00827A7E"/>
    <w:rsid w:val="00831596"/>
    <w:rsid w:val="008369E5"/>
    <w:rsid w:val="00842578"/>
    <w:rsid w:val="00847B49"/>
    <w:rsid w:val="00852695"/>
    <w:rsid w:val="008548B7"/>
    <w:rsid w:val="00857549"/>
    <w:rsid w:val="008707CC"/>
    <w:rsid w:val="00874E31"/>
    <w:rsid w:val="00884D47"/>
    <w:rsid w:val="00896CCD"/>
    <w:rsid w:val="008A2F4A"/>
    <w:rsid w:val="008A512A"/>
    <w:rsid w:val="008A7413"/>
    <w:rsid w:val="008B6316"/>
    <w:rsid w:val="008C1433"/>
    <w:rsid w:val="008C45B7"/>
    <w:rsid w:val="008C619A"/>
    <w:rsid w:val="008C74CA"/>
    <w:rsid w:val="008C75AB"/>
    <w:rsid w:val="008D6A33"/>
    <w:rsid w:val="008D6FD3"/>
    <w:rsid w:val="008D7AA7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521"/>
    <w:rsid w:val="00936AC2"/>
    <w:rsid w:val="00940075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3D85"/>
    <w:rsid w:val="00980147"/>
    <w:rsid w:val="00983EBF"/>
    <w:rsid w:val="00984E39"/>
    <w:rsid w:val="0098502B"/>
    <w:rsid w:val="00986E3C"/>
    <w:rsid w:val="00987773"/>
    <w:rsid w:val="00992FE3"/>
    <w:rsid w:val="0099653A"/>
    <w:rsid w:val="00997374"/>
    <w:rsid w:val="00997E36"/>
    <w:rsid w:val="009A129D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3E51"/>
    <w:rsid w:val="009D58D0"/>
    <w:rsid w:val="009D5A1B"/>
    <w:rsid w:val="009D7472"/>
    <w:rsid w:val="009E0A88"/>
    <w:rsid w:val="009E2CB5"/>
    <w:rsid w:val="009E5B5E"/>
    <w:rsid w:val="00A02C84"/>
    <w:rsid w:val="00A074D7"/>
    <w:rsid w:val="00A12971"/>
    <w:rsid w:val="00A148D6"/>
    <w:rsid w:val="00A178AA"/>
    <w:rsid w:val="00A21DAA"/>
    <w:rsid w:val="00A36B8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C62F2"/>
    <w:rsid w:val="00AD1089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4506A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4AC"/>
    <w:rsid w:val="00BB180C"/>
    <w:rsid w:val="00BC15EB"/>
    <w:rsid w:val="00BC3599"/>
    <w:rsid w:val="00BD1D08"/>
    <w:rsid w:val="00BE0AE4"/>
    <w:rsid w:val="00BE38BB"/>
    <w:rsid w:val="00C0006C"/>
    <w:rsid w:val="00C003C6"/>
    <w:rsid w:val="00C10B09"/>
    <w:rsid w:val="00C12714"/>
    <w:rsid w:val="00C20678"/>
    <w:rsid w:val="00C224EE"/>
    <w:rsid w:val="00C23F3E"/>
    <w:rsid w:val="00C26BC0"/>
    <w:rsid w:val="00C272AD"/>
    <w:rsid w:val="00C27408"/>
    <w:rsid w:val="00C27B9D"/>
    <w:rsid w:val="00C36758"/>
    <w:rsid w:val="00C45F7E"/>
    <w:rsid w:val="00C5009D"/>
    <w:rsid w:val="00C53A22"/>
    <w:rsid w:val="00C64A07"/>
    <w:rsid w:val="00C6569B"/>
    <w:rsid w:val="00C66B9A"/>
    <w:rsid w:val="00C707D1"/>
    <w:rsid w:val="00C737A1"/>
    <w:rsid w:val="00C73916"/>
    <w:rsid w:val="00C77BCF"/>
    <w:rsid w:val="00C874E6"/>
    <w:rsid w:val="00CB2D26"/>
    <w:rsid w:val="00CB3A6F"/>
    <w:rsid w:val="00CC1406"/>
    <w:rsid w:val="00CC1828"/>
    <w:rsid w:val="00CD2022"/>
    <w:rsid w:val="00CE2F55"/>
    <w:rsid w:val="00CF1059"/>
    <w:rsid w:val="00D03C12"/>
    <w:rsid w:val="00D10930"/>
    <w:rsid w:val="00D1247E"/>
    <w:rsid w:val="00D21BCE"/>
    <w:rsid w:val="00D516C1"/>
    <w:rsid w:val="00D6344F"/>
    <w:rsid w:val="00D80E4A"/>
    <w:rsid w:val="00D811C8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3B19"/>
    <w:rsid w:val="00E16545"/>
    <w:rsid w:val="00E2123D"/>
    <w:rsid w:val="00E216F4"/>
    <w:rsid w:val="00E2467A"/>
    <w:rsid w:val="00E30B4B"/>
    <w:rsid w:val="00E33932"/>
    <w:rsid w:val="00E36F92"/>
    <w:rsid w:val="00E413AB"/>
    <w:rsid w:val="00E41451"/>
    <w:rsid w:val="00E45F98"/>
    <w:rsid w:val="00E514E3"/>
    <w:rsid w:val="00E55C03"/>
    <w:rsid w:val="00E56B47"/>
    <w:rsid w:val="00E66F4B"/>
    <w:rsid w:val="00E706C2"/>
    <w:rsid w:val="00E72CD1"/>
    <w:rsid w:val="00E8041E"/>
    <w:rsid w:val="00E80B16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1DC5"/>
    <w:rsid w:val="00F4718C"/>
    <w:rsid w:val="00F527EB"/>
    <w:rsid w:val="00F554D8"/>
    <w:rsid w:val="00F57F56"/>
    <w:rsid w:val="00F65859"/>
    <w:rsid w:val="00F664AA"/>
    <w:rsid w:val="00F71902"/>
    <w:rsid w:val="00F724BA"/>
    <w:rsid w:val="00F74A6C"/>
    <w:rsid w:val="00F751D8"/>
    <w:rsid w:val="00F835B4"/>
    <w:rsid w:val="00F84F19"/>
    <w:rsid w:val="00F90B96"/>
    <w:rsid w:val="00FA0F6A"/>
    <w:rsid w:val="00FB0646"/>
    <w:rsid w:val="00FB61C7"/>
    <w:rsid w:val="00FC1CB3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customXml" Target="../customXml/item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4232_zał nr 4, 6, 7, 8, 11 do SWZ.docx</dmsv2BaseFileName>
    <dmsv2BaseDisplayName xmlns="http://schemas.microsoft.com/sharepoint/v3">4232_zał nr 4, 6, 7, 8, 11 do SWZ</dmsv2BaseDisplayName>
    <dmsv2SWPP2ObjectNumber xmlns="http://schemas.microsoft.com/sharepoint/v3">POST/DYS/OW/GZ/04232/2025                         </dmsv2SWPP2ObjectNumber>
    <dmsv2SWPP2SumMD5 xmlns="http://schemas.microsoft.com/sharepoint/v3">e69907d3c88dfbb2cc4b4e1a5de678d2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699800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23845265</dmsv2BaseClientSystemDocumentID>
    <dmsv2BaseModifiedByID xmlns="http://schemas.microsoft.com/sharepoint/v3">11925987</dmsv2BaseModifiedByID>
    <dmsv2BaseCreatedByID xmlns="http://schemas.microsoft.com/sharepoint/v3">11925987</dmsv2BaseCreatedByID>
    <dmsv2SWPP2ObjectDepartment xmlns="http://schemas.microsoft.com/sharepoint/v3">00000001000700050000000a00010000</dmsv2SWPP2ObjectDepartment>
    <dmsv2SWPP2ObjectName xmlns="http://schemas.microsoft.com/sharepoint/v3">Postępowanie</dmsv2SWPP2ObjectName>
    <_dlc_DocId xmlns="a19cb1c7-c5c7-46d4-85ae-d83685407bba">DPFVW34YURAE-834641568-3065</_dlc_DocId>
    <_dlc_DocIdUrl xmlns="a19cb1c7-c5c7-46d4-85ae-d83685407bba">
      <Url>https://swpp2.dms.gkpge.pl/sites/40/_layouts/15/DocIdRedir.aspx?ID=DPFVW34YURAE-834641568-3065</Url>
      <Description>DPFVW34YURAE-834641568-3065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A0A86ED-85B4-4D5C-8782-2F1401737A9C}"/>
</file>

<file path=customXml/itemProps2.xml><?xml version="1.0" encoding="utf-8"?>
<ds:datastoreItem xmlns:ds="http://schemas.openxmlformats.org/officeDocument/2006/customXml" ds:itemID="{8DF09127-56C0-4B00-992D-F2AE8BC21FEC}">
  <ds:schemaRefs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ED7BA46-E827-4780-95E8-738EDC13550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DEF99B7-F662-436D-BE32-7CF309D3A3AB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0</TotalTime>
  <Pages>19</Pages>
  <Words>5198</Words>
  <Characters>31192</Characters>
  <Application>Microsoft Office Word</Application>
  <DocSecurity>0</DocSecurity>
  <Lines>259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36318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Jaczerkowski Piotr [PGE Dystr. O.Warszawa]</cp:lastModifiedBy>
  <cp:revision>3</cp:revision>
  <cp:lastPrinted>2024-07-15T11:21:00Z</cp:lastPrinted>
  <dcterms:created xsi:type="dcterms:W3CDTF">2025-11-25T11:02:00Z</dcterms:created>
  <dcterms:modified xsi:type="dcterms:W3CDTF">2025-11-25T11:51:00Z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37b37ab7-5583-4181-920d-8296e7f2e050</vt:lpwstr>
  </property>
</Properties>
</file>